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32"/>
          <w:szCs w:val="32"/>
        </w:rPr>
        <w:t>АДМИНИСТРАЦИЯ                                                               ВИШНЕВСКОГО СЕЛЬСОВЕТА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32"/>
          <w:szCs w:val="32"/>
        </w:rPr>
        <w:t>БЕЛОВСКОГО РАЙОНА КУРСКОЙ ОБЛАСТИ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32"/>
          <w:szCs w:val="32"/>
        </w:rPr>
        <w:t>ПОСТАНОВЛЕНИЕ</w:t>
      </w:r>
    </w:p>
    <w:p w:rsidR="00BC668F" w:rsidRPr="008109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  <w:lang w:val="en-US"/>
        </w:rPr>
      </w:pPr>
      <w:r>
        <w:rPr>
          <w:rStyle w:val="Strong"/>
          <w:rFonts w:ascii="Arial" w:hAnsi="Arial" w:cs="Arial"/>
          <w:color w:val="000000"/>
          <w:sz w:val="32"/>
          <w:szCs w:val="32"/>
        </w:rPr>
        <w:t xml:space="preserve">от 01 октября </w:t>
      </w:r>
      <w:smartTag w:uri="urn:schemas-microsoft-com:office:smarttags" w:element="metricconverter">
        <w:smartTagPr>
          <w:attr w:name="ProductID" w:val="2014 г"/>
        </w:smartTagPr>
        <w:r>
          <w:rPr>
            <w:rStyle w:val="Strong"/>
            <w:rFonts w:ascii="Arial" w:hAnsi="Arial" w:cs="Arial"/>
            <w:color w:val="000000"/>
            <w:sz w:val="32"/>
            <w:szCs w:val="32"/>
          </w:rPr>
          <w:t>2014 г</w:t>
        </w:r>
      </w:smartTag>
      <w:r>
        <w:rPr>
          <w:rStyle w:val="Strong"/>
          <w:rFonts w:ascii="Arial" w:hAnsi="Arial" w:cs="Arial"/>
          <w:color w:val="000000"/>
          <w:sz w:val="32"/>
          <w:szCs w:val="32"/>
        </w:rPr>
        <w:t xml:space="preserve">. № </w:t>
      </w:r>
      <w:r>
        <w:rPr>
          <w:rStyle w:val="Strong"/>
          <w:rFonts w:ascii="Arial" w:hAnsi="Arial" w:cs="Arial"/>
          <w:color w:val="000000"/>
          <w:sz w:val="32"/>
          <w:szCs w:val="32"/>
          <w:lang w:val="en-US"/>
        </w:rPr>
        <w:t>47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ind w:right="1416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32"/>
          <w:szCs w:val="32"/>
        </w:rPr>
        <w:t>Об утверждении муниципальной программы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ind w:right="1416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32"/>
          <w:szCs w:val="32"/>
        </w:rPr>
        <w:t>«Развитие муниципальной службы в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ind w:right="1416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32"/>
          <w:szCs w:val="32"/>
        </w:rPr>
        <w:t>Вишневском сельсовете Беловского района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ind w:right="1416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32"/>
          <w:szCs w:val="32"/>
        </w:rPr>
        <w:t>Курской области на 2015-2017 годы»</w:t>
      </w:r>
    </w:p>
    <w:p w:rsidR="00BC668F" w:rsidRDefault="00BC668F" w:rsidP="005C5FA2">
      <w:pPr>
        <w:pStyle w:val="bodytext21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  <w:sz w:val="20"/>
          <w:szCs w:val="20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Федерации, статьёй 179 Бюджетного кодекса Российской Федерации, Администрация</w:t>
      </w:r>
      <w:r>
        <w:rPr>
          <w:rStyle w:val="apple-converted-space"/>
          <w:color w:val="292D24"/>
          <w:sz w:val="20"/>
          <w:szCs w:val="20"/>
        </w:rPr>
        <w:t> </w:t>
      </w:r>
      <w:r>
        <w:rPr>
          <w:rFonts w:ascii="Arial" w:hAnsi="Arial" w:cs="Arial"/>
          <w:color w:val="040203"/>
          <w:sz w:val="20"/>
          <w:szCs w:val="20"/>
        </w:rPr>
        <w:t>Вишневского сельсовета Беловского района ПОСТАНОВЛЯЕТ: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1. Утвердить прилагаемую муниципальную программу «Развитие муниципальной службы в Вишневском сельсовете Беловского района</w:t>
      </w:r>
      <w:r>
        <w:rPr>
          <w:rStyle w:val="apple-converted-space"/>
          <w:b/>
          <w:bCs/>
          <w:color w:val="292D24"/>
        </w:rPr>
        <w:t> </w:t>
      </w:r>
      <w:r>
        <w:rPr>
          <w:rFonts w:ascii="Arial" w:hAnsi="Arial" w:cs="Arial"/>
          <w:color w:val="292D24"/>
        </w:rPr>
        <w:t>Курской области на 2015-2017</w:t>
      </w:r>
      <w:r>
        <w:rPr>
          <w:rStyle w:val="apple-converted-space"/>
          <w:b/>
          <w:bCs/>
          <w:color w:val="292D24"/>
          <w:sz w:val="32"/>
          <w:szCs w:val="32"/>
        </w:rPr>
        <w:t> </w:t>
      </w:r>
      <w:r>
        <w:rPr>
          <w:rFonts w:ascii="Arial" w:hAnsi="Arial" w:cs="Arial"/>
          <w:color w:val="292D24"/>
        </w:rPr>
        <w:t>годы».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2.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Установить, что в ходе реализации Программы отдельные ее мероприятия могут уточняться, а объемы их финансирования корректироваться.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3.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00000"/>
        </w:rPr>
        <w:t>Начальнику отдела бухгалтерского учета и отчетности Администрации Вишневского сельсовета Беловского района Курской области – главному бухгалтеру Сорокиной Т.И. предусмотреть при формировании местного бюджета на 2015 год и на плановый период 2016 и 2017 годов ассигнования на реализацию Программы.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4. Контроль за исполнением настоящего постановления оставляю за собой.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5. Постановление вступает в силу со дня его официального опубликования, за исключением пункта 2, который вступает в силу с 1 января 2015 года.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Глава Вишневского сельсовета                                            Н.В.Мурыгин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 xml:space="preserve"> 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95" w:beforeAutospacing="0" w:after="195" w:afterAutospacing="0" w:line="240" w:lineRule="atLeast"/>
        <w:ind w:left="5954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  <w:spacing w:val="-2"/>
        </w:rPr>
        <w:t>Утверждена</w:t>
      </w:r>
    </w:p>
    <w:p w:rsidR="00BC668F" w:rsidRDefault="00BC668F" w:rsidP="005C5FA2">
      <w:pPr>
        <w:pStyle w:val="NormalWeb"/>
        <w:shd w:val="clear" w:color="auto" w:fill="FFFFFF"/>
        <w:spacing w:before="195" w:beforeAutospacing="0" w:after="195" w:afterAutospacing="0" w:line="240" w:lineRule="atLeast"/>
        <w:ind w:left="5954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  <w:spacing w:val="-2"/>
        </w:rPr>
        <w:t>постановлением</w:t>
      </w:r>
      <w:r>
        <w:rPr>
          <w:rStyle w:val="apple-converted-space"/>
          <w:color w:val="000000"/>
          <w:spacing w:val="-2"/>
        </w:rPr>
        <w:t> </w:t>
      </w:r>
      <w:r>
        <w:rPr>
          <w:rFonts w:ascii="Arial" w:hAnsi="Arial" w:cs="Arial"/>
          <w:color w:val="000000"/>
          <w:spacing w:val="-2"/>
        </w:rPr>
        <w:t>Администрации</w:t>
      </w:r>
    </w:p>
    <w:p w:rsidR="00BC668F" w:rsidRDefault="00BC668F" w:rsidP="005C5FA2">
      <w:pPr>
        <w:pStyle w:val="NormalWeb"/>
        <w:shd w:val="clear" w:color="auto" w:fill="FFFFFF"/>
        <w:spacing w:before="195" w:beforeAutospacing="0" w:after="195" w:afterAutospacing="0" w:line="240" w:lineRule="atLeast"/>
        <w:ind w:left="5954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Вишневского сельсовета</w:t>
      </w:r>
    </w:p>
    <w:p w:rsidR="00BC668F" w:rsidRDefault="00BC668F" w:rsidP="005C5FA2">
      <w:pPr>
        <w:pStyle w:val="NormalWeb"/>
        <w:shd w:val="clear" w:color="auto" w:fill="FFFFFF"/>
        <w:spacing w:before="195" w:beforeAutospacing="0" w:after="195" w:afterAutospacing="0" w:line="240" w:lineRule="atLeast"/>
        <w:ind w:left="5954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Беловского района</w:t>
      </w:r>
    </w:p>
    <w:p w:rsidR="00BC668F" w:rsidRDefault="00BC668F" w:rsidP="005C5FA2">
      <w:pPr>
        <w:pStyle w:val="NormalWeb"/>
        <w:shd w:val="clear" w:color="auto" w:fill="FFFFFF"/>
        <w:spacing w:before="195" w:beforeAutospacing="0" w:after="195" w:afterAutospacing="0" w:line="240" w:lineRule="atLeast"/>
        <w:ind w:left="5954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 xml:space="preserve">от « 01» </w:t>
      </w:r>
      <w:r>
        <w:rPr>
          <w:rFonts w:ascii="Arial" w:hAnsi="Arial" w:cs="Arial"/>
          <w:color w:val="292D24"/>
          <w:lang w:val="en-US"/>
        </w:rPr>
        <w:t>окт</w:t>
      </w:r>
      <w:r>
        <w:rPr>
          <w:rFonts w:ascii="Arial" w:hAnsi="Arial" w:cs="Arial"/>
          <w:color w:val="292D24"/>
        </w:rPr>
        <w:t xml:space="preserve">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color w:val="292D24"/>
          </w:rPr>
          <w:t>2014 г</w:t>
        </w:r>
      </w:smartTag>
      <w:r>
        <w:rPr>
          <w:rFonts w:ascii="Arial" w:hAnsi="Arial" w:cs="Arial"/>
          <w:color w:val="292D24"/>
        </w:rPr>
        <w:t>. №47</w:t>
      </w:r>
    </w:p>
    <w:p w:rsidR="00BC668F" w:rsidRDefault="00BC668F" w:rsidP="00EB4E7C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Паспорт</w:t>
      </w:r>
    </w:p>
    <w:p w:rsidR="00BC668F" w:rsidRDefault="00BC668F" w:rsidP="00EB4E7C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муниципальной программы</w:t>
      </w:r>
    </w:p>
    <w:p w:rsidR="00BC668F" w:rsidRDefault="00BC668F" w:rsidP="00EB4E7C">
      <w:pPr>
        <w:pStyle w:val="NormalWeb"/>
        <w:shd w:val="clear" w:color="auto" w:fill="F8FAFB"/>
        <w:spacing w:before="195" w:beforeAutospacing="0" w:after="195" w:afterAutospacing="0" w:line="341" w:lineRule="atLeast"/>
        <w:ind w:right="1416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32"/>
          <w:szCs w:val="32"/>
        </w:rPr>
        <w:t>«Развитие муниципальной службы в</w:t>
      </w:r>
    </w:p>
    <w:p w:rsidR="00BC668F" w:rsidRDefault="00BC668F" w:rsidP="00EB4E7C">
      <w:pPr>
        <w:pStyle w:val="NormalWeb"/>
        <w:shd w:val="clear" w:color="auto" w:fill="F8FAFB"/>
        <w:spacing w:before="195" w:beforeAutospacing="0" w:after="195" w:afterAutospacing="0" w:line="341" w:lineRule="atLeast"/>
        <w:ind w:right="1416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32"/>
          <w:szCs w:val="32"/>
        </w:rPr>
        <w:t>Вишневском сельсовете Беловского района</w:t>
      </w:r>
    </w:p>
    <w:p w:rsidR="00BC668F" w:rsidRDefault="00BC668F" w:rsidP="00EB4E7C">
      <w:pPr>
        <w:pStyle w:val="NormalWeb"/>
        <w:shd w:val="clear" w:color="auto" w:fill="F8FAFB"/>
        <w:spacing w:before="195" w:beforeAutospacing="0" w:after="195" w:afterAutospacing="0" w:line="341" w:lineRule="atLeast"/>
        <w:ind w:right="1416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32"/>
          <w:szCs w:val="32"/>
        </w:rPr>
        <w:t>Курской области на 2015-2017 годы»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> </w:t>
      </w:r>
    </w:p>
    <w:tbl>
      <w:tblPr>
        <w:tblW w:w="0" w:type="auto"/>
        <w:tblInd w:w="-181" w:type="dxa"/>
        <w:tblCellMar>
          <w:left w:w="0" w:type="dxa"/>
          <w:right w:w="0" w:type="dxa"/>
        </w:tblCellMar>
        <w:tblLook w:val="0000"/>
      </w:tblPr>
      <w:tblGrid>
        <w:gridCol w:w="50"/>
        <w:gridCol w:w="4112"/>
        <w:gridCol w:w="5680"/>
      </w:tblGrid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before="15" w:after="15"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Наименование Программы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ind w:right="1416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Муниципальная программа «Развитие муниципальной службы в Вишневском сельсовете Беловского района Курской области на 2015-2017 годы» (далее - Программа)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Основание для разработки Программы          </w:t>
            </w:r>
          </w:p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Федеральный закон от 2 марта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Arial" w:hAnsi="Arial" w:cs="Arial"/>
                </w:rPr>
                <w:t>2007 г</w:t>
              </w:r>
            </w:smartTag>
            <w:r>
              <w:rPr>
                <w:rFonts w:ascii="Arial" w:hAnsi="Arial" w:cs="Arial"/>
              </w:rPr>
              <w:t>. № 25-ФЗ «О муниципальной службе в Российской Федерации»;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Указ Президента Российской Федерации от 15 октября </w:t>
            </w:r>
            <w:smartTag w:uri="urn:schemas-microsoft-com:office:smarttags" w:element="metricconverter">
              <w:smartTagPr>
                <w:attr w:name="ProductID" w:val="1999 г"/>
              </w:smartTagPr>
              <w:r>
                <w:rPr>
                  <w:rFonts w:ascii="Arial" w:hAnsi="Arial" w:cs="Arial"/>
                </w:rPr>
                <w:t>1999 г</w:t>
              </w:r>
            </w:smartTag>
            <w:r>
              <w:rPr>
                <w:rFonts w:ascii="Arial" w:hAnsi="Arial" w:cs="Arial"/>
              </w:rPr>
              <w:t>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Заказчик Программы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Администрация Вишневского сельсовета Беловского района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Разработчик Программы</w:t>
            </w:r>
          </w:p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Администрация Вишневского сельсовета Беловского района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Исполнители мероприятий Программы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Администрация Вишневского сельсовета Беловского района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Подпрограммы Программы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Основная цель Программы  </w:t>
            </w:r>
          </w:p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Создание условий</w:t>
            </w:r>
            <w:r>
              <w:rPr>
                <w:rStyle w:val="apple-converted-space"/>
                <w:color w:val="050305"/>
              </w:rPr>
              <w:t> </w:t>
            </w:r>
            <w:r>
              <w:rPr>
                <w:rFonts w:ascii="Arial" w:hAnsi="Arial" w:cs="Arial"/>
                <w:color w:val="050305"/>
              </w:rPr>
              <w:t>для</w:t>
            </w:r>
            <w:r>
              <w:rPr>
                <w:rStyle w:val="apple-converted-space"/>
                <w:color w:val="050305"/>
              </w:rPr>
              <w:t> </w:t>
            </w:r>
            <w:r>
              <w:rPr>
                <w:rFonts w:ascii="Arial" w:hAnsi="Arial" w:cs="Arial"/>
                <w:color w:val="050305"/>
              </w:rPr>
              <w:t xml:space="preserve">эффективного развития и совершенствования муниципальной службы в </w:t>
            </w:r>
            <w:r>
              <w:rPr>
                <w:rFonts w:ascii="Arial" w:hAnsi="Arial" w:cs="Arial"/>
                <w:color w:val="040203"/>
              </w:rPr>
              <w:t>Вишневском</w:t>
            </w:r>
            <w:r>
              <w:rPr>
                <w:rStyle w:val="apple-converted-space"/>
                <w:color w:val="040203"/>
              </w:rPr>
              <w:t> </w:t>
            </w:r>
            <w:r>
              <w:rPr>
                <w:rFonts w:ascii="Arial" w:hAnsi="Arial" w:cs="Arial"/>
                <w:color w:val="050305"/>
              </w:rPr>
              <w:t>сельсовете Беловского района Курской области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Основные задачи Программы:</w:t>
            </w:r>
          </w:p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</w:rPr>
              <w:t> 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формирование эффективной системы управления муниципальной службой;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повышение ответственности муниципальных служащих за результаты своей деятельности;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обеспечение открытости и прозрачности муниципальной службы;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укрепление материально-технической базы, необходимой для эффективного развития муниципальной службы;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- создание единой системы непрерывного обучения муниципальных служащих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Важнейшие целевые индикаторы и показатели Программы          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количество муниципальных служащих, прошедших переподготовку и повышение квалификации;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доля вакантных должностей муниципальной службы, замещаемых на основе назначения из кадрового резерва, от числа назначений;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количество муниципальных служащих, включенных в кадровый резерв;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доля граждан, доверяющих муниципальным служащим,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</w:t>
            </w:r>
            <w:r>
              <w:rPr>
                <w:rStyle w:val="apple-converted-space"/>
                <w:color w:val="0B090B"/>
              </w:rPr>
              <w:t> </w:t>
            </w:r>
            <w:r>
              <w:rPr>
                <w:rFonts w:ascii="Arial" w:hAnsi="Arial" w:cs="Arial"/>
                <w:color w:val="0B090B"/>
              </w:rPr>
              <w:t>количество мероприятий по противодействию коррупции на муниципальной службе и снижению уровня коррупционных проявлений;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уровень компьютеризации рабочих мест муниципальных 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улучшение и оздоровление условий труда путем обустройства рабочих мест муниципальных служащих (количество обустроенных рабочих мест);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уровень выполнения бюджетных обязательств по материально-техническому обеспечению муниципальной службы</w:t>
            </w:r>
            <w:r>
              <w:rPr>
                <w:rStyle w:val="apple-converted-space"/>
                <w:color w:val="0B090B"/>
              </w:rPr>
              <w:t> </w:t>
            </w:r>
            <w:r>
              <w:rPr>
                <w:rFonts w:ascii="Arial" w:hAnsi="Arial" w:cs="Arial"/>
                <w:color w:val="040203"/>
              </w:rPr>
              <w:t>Вишневского</w:t>
            </w:r>
            <w:r>
              <w:rPr>
                <w:rStyle w:val="apple-converted-space"/>
                <w:color w:val="040203"/>
              </w:rPr>
              <w:t> </w:t>
            </w:r>
            <w:r>
              <w:rPr>
                <w:rFonts w:ascii="Arial" w:hAnsi="Arial" w:cs="Arial"/>
                <w:color w:val="0B090B"/>
              </w:rPr>
              <w:t>сельсовета по отношению к запланированным показателям;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количество муниципальных служащих, прошедших диспансеризацию.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Pr="00EB4E7C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Сроки и этапы реализации Программы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 этап – 2015-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Arial" w:hAnsi="Arial" w:cs="Arial"/>
                </w:rPr>
                <w:t>2017 г</w:t>
              </w:r>
            </w:smartTag>
            <w:r>
              <w:rPr>
                <w:rFonts w:ascii="Arial" w:hAnsi="Arial" w:cs="Arial"/>
              </w:rPr>
              <w:t>.г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Pr="00EB4E7C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Объемы и источники финансирования Программы           </w:t>
            </w:r>
          </w:p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Общий объем финансирования Программы составляет </w:t>
            </w:r>
            <w:r w:rsidRPr="00EB4E7C">
              <w:rPr>
                <w:rFonts w:ascii="Arial" w:hAnsi="Arial" w:cs="Arial"/>
                <w:b/>
              </w:rPr>
              <w:t>195000</w:t>
            </w:r>
            <w:r>
              <w:rPr>
                <w:rFonts w:ascii="Arial" w:hAnsi="Arial" w:cs="Arial"/>
              </w:rPr>
              <w:t xml:space="preserve"> рублей, в том числе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за счёт средств местного бюджета — 195000 рублей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в том числе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 год – 65 000 рублей, в том числе из местного бюджета –65 000 рублей;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2016 год – 65 000 рублей, в том числе из местного бюджета –65 000 рублей;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 год – 65 000 рублей, в том числе из местного бюджета –65 000 рублей;</w:t>
            </w:r>
          </w:p>
        </w:tc>
      </w:tr>
      <w:tr w:rsidR="00BC668F" w:rsidTr="00EB4E7C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Pr="00EB4E7C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 w:rsidRPr="00EB4E7C">
              <w:rPr>
                <w:rFonts w:ascii="Arial" w:hAnsi="Arial" w:cs="Arial"/>
                <w:bCs/>
              </w:rPr>
              <w:t>Ожидаемые конечные результаты реализации Программы и показатели эффективности реализации Программы          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68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</w:t>
            </w:r>
            <w:r>
              <w:rPr>
                <w:rStyle w:val="apple-converted-space"/>
                <w:color w:val="0B090B"/>
              </w:rPr>
              <w:t> </w:t>
            </w:r>
            <w:r>
              <w:rPr>
                <w:rFonts w:ascii="Arial" w:hAnsi="Arial" w:cs="Arial"/>
                <w:color w:val="040203"/>
              </w:rPr>
              <w:t>Вишневском</w:t>
            </w:r>
            <w:r>
              <w:rPr>
                <w:rStyle w:val="apple-converted-space"/>
                <w:color w:val="040203"/>
              </w:rPr>
              <w:t> </w:t>
            </w:r>
            <w:r>
              <w:rPr>
                <w:rFonts w:ascii="Arial" w:hAnsi="Arial" w:cs="Arial"/>
                <w:color w:val="0B090B"/>
              </w:rPr>
              <w:t>сельсовете.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В рамках программы будут обеспечены следующие результаты: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повышение эффективности и результативности муниципальной службы;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внедрение и совершенствование механизмов формирования кадрового резерва, проведения аттестации муниципальны</w:t>
            </w:r>
            <w:r>
              <w:rPr>
                <w:rFonts w:ascii="Arial" w:hAnsi="Arial" w:cs="Arial"/>
                <w:color w:val="2C2B2D"/>
              </w:rPr>
              <w:t>х</w:t>
            </w:r>
            <w:r>
              <w:rPr>
                <w:rStyle w:val="apple-converted-space"/>
                <w:color w:val="2C2B2D"/>
              </w:rPr>
              <w:t> </w:t>
            </w:r>
            <w:r>
              <w:rPr>
                <w:rFonts w:ascii="Arial" w:hAnsi="Arial" w:cs="Arial"/>
                <w:color w:val="0B090B"/>
              </w:rPr>
              <w:t>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повышение квалификации муниципальных 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приобретение компьютеров, ремонт компьютеров</w:t>
            </w:r>
            <w:r>
              <w:rPr>
                <w:rFonts w:ascii="Arial" w:hAnsi="Arial" w:cs="Arial"/>
                <w:color w:val="2C2B2D"/>
              </w:rPr>
              <w:t>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приобретение лицензированных программных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продуктов;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обустройство рабочих мест;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обеспечение материально-техническими ресурсами рабочих мест муниципальных 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обеспечение доступа к сети «Интернет» рабочих мест муниципальных 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-прохождение диспансеризации   муниципальными служащими;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A"/>
              </w:rPr>
              <w:t>- повышение доверия населения к органам местного самоуправления на 25%;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A"/>
              </w:rPr>
              <w:t>- повышения уровня материально-технического обеспечения муниципальной службы Вишневского сельсовета до 90 % по отношению к запланированным показателям;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A"/>
              </w:rPr>
              <w:t>- формирование нетерпимого отношения к коррупции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28"/>
          <w:szCs w:val="28"/>
        </w:rPr>
        <w:t>I. Характеристика проблемы, на решение которой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b/>
          <w:bCs/>
          <w:color w:val="292D24"/>
          <w:sz w:val="28"/>
          <w:szCs w:val="28"/>
        </w:rPr>
        <w:t>направлена Программа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  <w:sz w:val="28"/>
          <w:szCs w:val="28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 В Курской области накоплен опыт организации местного самоуправления, позволяющий создать условия для его дальнейшего развития и совершенствования. Значительно расширены компетенция и возможности органов местного самоуправления. Однако результативная реализация новых полномочий органами местного самоуправления невозможна без укрепления их кадрового потенциала.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 Развитию кадрового потенциала способствуют всеобъемлющее правовое регулирование и оптимальная организация прохождения муниципальной службы, единое информационно-методическое обеспечение деятельности органов местного самоуправления, плановое и системное развитие муниципальной службы.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 На территории Курской области сложилась система правового регулирования и организации муниципальной службы в соответствии с действующим федеральным законодательством. Областными нормативными правовыми актами урегулированы основные вопросы организации муниципальной службы в рамках полномочий, предоставленных субъектам Российской Федерации. Осуществляется постоянный мониторинг федеральной правовой базы по вопросам муниципальной службы. Обобщается опыт субъектов Российской Федерации.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292D24"/>
        </w:rPr>
        <w:t>На территории Курской области с 2003 года проводятся мероприятия, направленные на повышение квалификации кадров органов местного самоуправления.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 Для получения максимального результата от реализации федеральных, областных и муниципальных правовых актов, их верного соотношения необходимо постоянное, системное информационно-методическое обеспечение органов местного самоуправления по вопросам практического применения федерального и областного законодательства о муниципальной службе. В рамках данного направления большое значение приобретает взаимодействие органов местного самоуправления с органами государственной власти Курской области.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 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>
        <w:rPr>
          <w:rFonts w:ascii="Arial" w:hAnsi="Arial" w:cs="Arial"/>
          <w:color w:val="FF0000"/>
        </w:rPr>
        <w:t>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 В соответствии с Федеральным законом № 25-ФЗ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В соответствии с Федеральным законом от 27 июля 2004 года № 79-ФЗ «О государственной гражданской службе Российской Федерации» повышение квалификации государственного гражданского служащего осуществляется по мере необходимости, но не реже одного раза в три года. Следовательно, повышение квалификации муниципальных служащих также должно осуществляться не реже одного раза в три года.   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 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настоящее время орган местного самоуправления указанные положения законодательства не может реализовать в полном объеме, так как не имеет финансовых средств на сто процентное выполнение данной цели.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 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финансирования.</w:t>
      </w:r>
    </w:p>
    <w:p w:rsidR="00BC668F" w:rsidRPr="00EB4E7C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EB4E7C">
        <w:rPr>
          <w:rFonts w:ascii="Arial" w:hAnsi="Arial" w:cs="Arial"/>
          <w:b/>
          <w:bCs/>
          <w:color w:val="020001"/>
          <w:sz w:val="28"/>
          <w:szCs w:val="28"/>
        </w:rPr>
        <w:t>II.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</w:t>
      </w:r>
      <w:r>
        <w:rPr>
          <w:rFonts w:ascii="Arial" w:hAnsi="Arial" w:cs="Arial"/>
          <w:b/>
          <w:bCs/>
          <w:color w:val="020001"/>
          <w:sz w:val="28"/>
          <w:szCs w:val="28"/>
        </w:rPr>
        <w:t xml:space="preserve"> </w:t>
      </w:r>
      <w:r w:rsidRPr="00EB4E7C">
        <w:rPr>
          <w:rFonts w:ascii="Arial" w:hAnsi="Arial" w:cs="Arial"/>
          <w:b/>
          <w:bCs/>
          <w:color w:val="020001"/>
          <w:sz w:val="28"/>
          <w:szCs w:val="28"/>
        </w:rPr>
        <w:t>программы,</w:t>
      </w:r>
      <w:r w:rsidRPr="00EB4E7C">
        <w:rPr>
          <w:rStyle w:val="apple-converted-space"/>
          <w:color w:val="020001"/>
          <w:sz w:val="28"/>
          <w:szCs w:val="28"/>
        </w:rPr>
        <w:t> </w:t>
      </w:r>
      <w:r w:rsidRPr="00EB4E7C">
        <w:rPr>
          <w:rFonts w:ascii="Arial" w:hAnsi="Arial" w:cs="Arial"/>
          <w:b/>
          <w:bCs/>
          <w:color w:val="020001"/>
          <w:sz w:val="28"/>
          <w:szCs w:val="28"/>
        </w:rPr>
        <w:t>сроков и этапов реализации муниципальной программы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 Приоритетные направления деятельности в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20001"/>
        </w:rPr>
        <w:t>сельсовете Беловского района Курской области в сфере ра</w:t>
      </w:r>
      <w:r>
        <w:rPr>
          <w:rFonts w:ascii="Arial" w:hAnsi="Arial" w:cs="Arial"/>
          <w:color w:val="1E1C1D"/>
        </w:rPr>
        <w:t>з</w:t>
      </w:r>
      <w:r>
        <w:rPr>
          <w:rFonts w:ascii="Arial" w:hAnsi="Arial" w:cs="Arial"/>
          <w:color w:val="020001"/>
        </w:rPr>
        <w:t>вития муниципальной службы на период до 2017 года сформированы с учетом целей и задач, пре</w:t>
      </w:r>
      <w:r>
        <w:rPr>
          <w:rFonts w:ascii="Arial" w:hAnsi="Arial" w:cs="Arial"/>
          <w:color w:val="1E1C1D"/>
        </w:rPr>
        <w:t>д</w:t>
      </w:r>
      <w:r>
        <w:rPr>
          <w:rFonts w:ascii="Arial" w:hAnsi="Arial" w:cs="Arial"/>
          <w:color w:val="020001"/>
        </w:rPr>
        <w:t>ставленных в следующих документах: в Федеральном законе от 02.03</w:t>
      </w:r>
      <w:r>
        <w:rPr>
          <w:rFonts w:ascii="Arial" w:hAnsi="Arial" w:cs="Arial"/>
          <w:color w:val="1E1C1D"/>
        </w:rPr>
        <w:t>.</w:t>
      </w:r>
      <w:r>
        <w:rPr>
          <w:rFonts w:ascii="Arial" w:hAnsi="Arial" w:cs="Arial"/>
          <w:color w:val="020001"/>
        </w:rPr>
        <w:t>2007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20001"/>
        </w:rPr>
        <w:t>N25 - ФЗ «О муниципальной службе в Российской Федерации</w:t>
      </w:r>
      <w:r>
        <w:rPr>
          <w:rFonts w:ascii="Arial" w:hAnsi="Arial" w:cs="Arial"/>
          <w:color w:val="1E1C1D"/>
        </w:rPr>
        <w:t>»</w:t>
      </w:r>
      <w:r>
        <w:rPr>
          <w:rFonts w:ascii="Arial" w:hAnsi="Arial" w:cs="Arial"/>
          <w:color w:val="020001"/>
        </w:rPr>
        <w:t>; в Федеральном законе от 06.10.2003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20001"/>
        </w:rPr>
        <w:t>NQ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20001"/>
        </w:rPr>
        <w:t>131 - ФЗ «Об общих принципах организации местного самоуправления в Российской Федерации</w:t>
      </w:r>
      <w:r>
        <w:rPr>
          <w:rFonts w:ascii="Arial" w:hAnsi="Arial" w:cs="Arial"/>
          <w:color w:val="1E1C1D"/>
        </w:rPr>
        <w:t>»</w:t>
      </w:r>
      <w:r>
        <w:rPr>
          <w:rFonts w:ascii="Arial" w:hAnsi="Arial" w:cs="Arial"/>
          <w:color w:val="020001"/>
        </w:rPr>
        <w:t>; в Законе Курской области от 13.07.2007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20001"/>
        </w:rPr>
        <w:t>N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20001"/>
        </w:rPr>
        <w:t>60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20001"/>
        </w:rPr>
        <w:t>ЗКО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1E1C1D"/>
        </w:rPr>
        <w:t>«</w:t>
      </w:r>
      <w:r>
        <w:rPr>
          <w:rFonts w:ascii="Arial" w:hAnsi="Arial" w:cs="Arial"/>
          <w:color w:val="020001"/>
        </w:rPr>
        <w:t>О муниципальной службе в Курской области».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   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</w:t>
      </w:r>
      <w:r>
        <w:rPr>
          <w:rFonts w:ascii="Arial" w:hAnsi="Arial" w:cs="Arial"/>
          <w:color w:val="1E1C1D"/>
        </w:rPr>
        <w:t>г</w:t>
      </w:r>
      <w:r>
        <w:rPr>
          <w:rFonts w:ascii="Arial" w:hAnsi="Arial" w:cs="Arial"/>
          <w:color w:val="020001"/>
        </w:rPr>
        <w:t>о и социально-экономического развития.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Программные мероприятия направлены на решение задач, сориентированы на достижение цели.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Ц</w:t>
      </w:r>
      <w:r>
        <w:rPr>
          <w:rFonts w:ascii="Arial" w:hAnsi="Arial" w:cs="Arial"/>
          <w:color w:val="1E1C1D"/>
        </w:rPr>
        <w:t>е</w:t>
      </w:r>
      <w:r>
        <w:rPr>
          <w:rFonts w:ascii="Arial" w:hAnsi="Arial" w:cs="Arial"/>
          <w:color w:val="020001"/>
        </w:rPr>
        <w:t xml:space="preserve">ль программы - создание условий для эффективного развития и совершенствования муниципальной службы в 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20001"/>
        </w:rPr>
        <w:t>сельсовете 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Для достижения указанной цели необходимо решить следующие задачи: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1.Формирование эффективной системы управления муниципальной службой.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2.Повышение отве</w:t>
      </w:r>
      <w:r>
        <w:rPr>
          <w:rFonts w:ascii="Arial" w:hAnsi="Arial" w:cs="Arial"/>
          <w:color w:val="1E1C1D"/>
        </w:rPr>
        <w:t>т</w:t>
      </w:r>
      <w:r>
        <w:rPr>
          <w:rFonts w:ascii="Arial" w:hAnsi="Arial" w:cs="Arial"/>
          <w:color w:val="020001"/>
        </w:rPr>
        <w:t>ственности муниципальных служащих за результаты своей деяте</w:t>
      </w:r>
      <w:r>
        <w:rPr>
          <w:rFonts w:ascii="Arial" w:hAnsi="Arial" w:cs="Arial"/>
          <w:color w:val="1E1C1D"/>
        </w:rPr>
        <w:t>л</w:t>
      </w:r>
      <w:r>
        <w:rPr>
          <w:rFonts w:ascii="Arial" w:hAnsi="Arial" w:cs="Arial"/>
          <w:color w:val="020001"/>
        </w:rPr>
        <w:t>ьности.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3.Обеспечение открытости и прозрачности муниципальной службы.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4.Укрепление материально-технической базы, необходимой для эффективного разв</w:t>
      </w:r>
      <w:r>
        <w:rPr>
          <w:rFonts w:ascii="Arial" w:hAnsi="Arial" w:cs="Arial"/>
          <w:color w:val="1E1C1D"/>
        </w:rPr>
        <w:t>и</w:t>
      </w:r>
      <w:r>
        <w:rPr>
          <w:rFonts w:ascii="Arial" w:hAnsi="Arial" w:cs="Arial"/>
          <w:color w:val="020001"/>
        </w:rPr>
        <w:t>тия муниципальной службы.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5.Создание единой системы непрерывного обучения муниципальных служащих.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Программа носит долгосрочный характер и реализуется в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20001"/>
        </w:rPr>
        <w:t>1 этап – 2015-2017 г.г.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   Предстоит ра</w:t>
      </w:r>
      <w:r>
        <w:rPr>
          <w:rFonts w:ascii="Arial" w:hAnsi="Arial" w:cs="Arial"/>
          <w:color w:val="1E1C1D"/>
        </w:rPr>
        <w:t>б</w:t>
      </w:r>
      <w:r>
        <w:rPr>
          <w:rFonts w:ascii="Arial" w:hAnsi="Arial" w:cs="Arial"/>
          <w:color w:val="020001"/>
        </w:rPr>
        <w:t>ота с учетом правоприменительной практики, приведение в соответствие с федеральным законодательством</w:t>
      </w:r>
      <w:r>
        <w:rPr>
          <w:rFonts w:ascii="Arial" w:hAnsi="Arial" w:cs="Arial"/>
          <w:color w:val="1E1C1D"/>
        </w:rPr>
        <w:t>,</w:t>
      </w:r>
      <w:r>
        <w:rPr>
          <w:rStyle w:val="apple-converted-space"/>
          <w:color w:val="1E1C1D"/>
        </w:rPr>
        <w:t> </w:t>
      </w:r>
      <w:r>
        <w:rPr>
          <w:rFonts w:ascii="Arial" w:hAnsi="Arial" w:cs="Arial"/>
          <w:color w:val="020001"/>
        </w:rPr>
        <w:t>областным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1E1C1D"/>
        </w:rPr>
        <w:t>з</w:t>
      </w:r>
      <w:r>
        <w:rPr>
          <w:rFonts w:ascii="Arial" w:hAnsi="Arial" w:cs="Arial"/>
          <w:color w:val="020001"/>
        </w:rPr>
        <w:t>аконодательством муниципальных нормативных правовых актов в сфере муниципальной службы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20001"/>
        </w:rPr>
        <w:t>сельсовета Беловского района Курской области в развитии муниципальной службы, разработка и внедрение механизмов противодействия коррупции, осуществление анализа профессиональной подготовки муниципальных служащих.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   Показателями программы</w:t>
      </w:r>
      <w:r>
        <w:rPr>
          <w:rFonts w:ascii="Arial" w:hAnsi="Arial" w:cs="Arial"/>
          <w:color w:val="1E1C1D"/>
        </w:rPr>
        <w:t>,</w:t>
      </w:r>
      <w:r>
        <w:rPr>
          <w:rStyle w:val="apple-converted-space"/>
          <w:color w:val="1E1C1D"/>
        </w:rPr>
        <w:t> </w:t>
      </w:r>
      <w:r>
        <w:rPr>
          <w:rFonts w:ascii="Arial" w:hAnsi="Arial" w:cs="Arial"/>
          <w:color w:val="020001"/>
        </w:rPr>
        <w:t>характеризующими эффективность реализации программных мероприятий</w:t>
      </w:r>
      <w:r>
        <w:rPr>
          <w:rFonts w:ascii="Arial" w:hAnsi="Arial" w:cs="Arial"/>
          <w:color w:val="1E1C1D"/>
        </w:rPr>
        <w:t>,</w:t>
      </w:r>
      <w:r>
        <w:rPr>
          <w:rStyle w:val="apple-converted-space"/>
          <w:color w:val="1E1C1D"/>
        </w:rPr>
        <w:t> </w:t>
      </w:r>
      <w:r>
        <w:rPr>
          <w:rFonts w:ascii="Arial" w:hAnsi="Arial" w:cs="Arial"/>
          <w:color w:val="020001"/>
        </w:rPr>
        <w:t>являются</w:t>
      </w:r>
      <w:r>
        <w:rPr>
          <w:rFonts w:ascii="Arial" w:hAnsi="Arial" w:cs="Arial"/>
          <w:color w:val="000000"/>
        </w:rPr>
        <w:t>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- количество муниципальных служащих, прошедши</w:t>
      </w:r>
      <w:r>
        <w:rPr>
          <w:rFonts w:ascii="Arial" w:hAnsi="Arial" w:cs="Arial"/>
          <w:color w:val="1E1C1D"/>
        </w:rPr>
        <w:t>х</w:t>
      </w:r>
      <w:r>
        <w:rPr>
          <w:rStyle w:val="apple-converted-space"/>
          <w:color w:val="1E1C1D"/>
        </w:rPr>
        <w:t> </w:t>
      </w:r>
      <w:r>
        <w:rPr>
          <w:rFonts w:ascii="Arial" w:hAnsi="Arial" w:cs="Arial"/>
          <w:color w:val="020001"/>
        </w:rPr>
        <w:t>переподготовку и повышение квалификации;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доля вакантных должностей муниципальной службы, замещаемых на основе назна</w:t>
      </w:r>
      <w:r>
        <w:rPr>
          <w:rFonts w:ascii="Arial" w:hAnsi="Arial" w:cs="Arial"/>
          <w:color w:val="010000"/>
        </w:rPr>
        <w:t>ч</w:t>
      </w:r>
      <w:r>
        <w:rPr>
          <w:rFonts w:ascii="Arial" w:hAnsi="Arial" w:cs="Arial"/>
          <w:color w:val="040203"/>
        </w:rPr>
        <w:t>ения из кадрового резерва, от числа назначений;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количество муниципальных служащих, включенных в кадровый резерв;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доля граждан, доверяющих муниципальным служащим;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количество мероприятий по противодействию коррупции на муниципальной службе и снижению уровня коррупционных проявлений;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уровень компьютеризации рабочих мест муниципальных служащих Вишневского сельсовета Беловского района Курской области;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улучшение и оздоровление условий труда путем обустройства рабочих мест муни</w:t>
      </w:r>
      <w:r>
        <w:rPr>
          <w:rFonts w:ascii="Arial" w:hAnsi="Arial" w:cs="Arial"/>
          <w:color w:val="010000"/>
        </w:rPr>
        <w:t>ц</w:t>
      </w:r>
      <w:r>
        <w:rPr>
          <w:rFonts w:ascii="Arial" w:hAnsi="Arial" w:cs="Arial"/>
          <w:color w:val="040203"/>
        </w:rPr>
        <w:t>ипальных служащих Вишневского сельсовета Беловского района Курской области (количество обустроенных рабочих мест);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уровень выполнения бюджетных обязательств по материально</w:t>
      </w:r>
      <w:r>
        <w:rPr>
          <w:rFonts w:ascii="Arial" w:hAnsi="Arial" w:cs="Arial"/>
          <w:color w:val="010000"/>
        </w:rPr>
        <w:t>-</w:t>
      </w:r>
      <w:r>
        <w:rPr>
          <w:rFonts w:ascii="Arial" w:hAnsi="Arial" w:cs="Arial"/>
          <w:color w:val="040203"/>
        </w:rPr>
        <w:t>техническому обеспечению муниципальной службы Вишневского сельсовета Беловского района Курской области по отношению к запланированным пока</w:t>
      </w:r>
      <w:r>
        <w:rPr>
          <w:rFonts w:ascii="Arial" w:hAnsi="Arial" w:cs="Arial"/>
          <w:color w:val="2B2A2B"/>
        </w:rPr>
        <w:t>з</w:t>
      </w:r>
      <w:r>
        <w:rPr>
          <w:rFonts w:ascii="Arial" w:hAnsi="Arial" w:cs="Arial"/>
          <w:color w:val="040203"/>
        </w:rPr>
        <w:t>ателям;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количество муниципальных служащих Вишневского сельсовета Беловского района Курской области, про</w:t>
      </w:r>
      <w:r>
        <w:rPr>
          <w:rFonts w:ascii="Arial" w:hAnsi="Arial" w:cs="Arial"/>
          <w:color w:val="010000"/>
        </w:rPr>
        <w:t>ш</w:t>
      </w:r>
      <w:r>
        <w:rPr>
          <w:rFonts w:ascii="Arial" w:hAnsi="Arial" w:cs="Arial"/>
          <w:color w:val="040203"/>
        </w:rPr>
        <w:t>едших диспансери</w:t>
      </w:r>
      <w:r>
        <w:rPr>
          <w:rFonts w:ascii="Arial" w:hAnsi="Arial" w:cs="Arial"/>
          <w:color w:val="2B2A2B"/>
        </w:rPr>
        <w:t>з</w:t>
      </w:r>
      <w:r>
        <w:rPr>
          <w:rFonts w:ascii="Arial" w:hAnsi="Arial" w:cs="Arial"/>
          <w:color w:val="040203"/>
        </w:rPr>
        <w:t>ацию.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       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               Ожидаемыми результатами реализации программы являются</w:t>
      </w:r>
      <w:r>
        <w:rPr>
          <w:rFonts w:ascii="Arial" w:hAnsi="Arial" w:cs="Arial"/>
          <w:color w:val="010000"/>
        </w:rPr>
        <w:t>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10000"/>
        </w:rPr>
        <w:t>-</w:t>
      </w:r>
      <w:r>
        <w:rPr>
          <w:rStyle w:val="apple-converted-space"/>
          <w:color w:val="010000"/>
        </w:rPr>
        <w:t> </w:t>
      </w:r>
      <w:r>
        <w:rPr>
          <w:rFonts w:ascii="Arial" w:hAnsi="Arial" w:cs="Arial"/>
          <w:color w:val="040203"/>
        </w:rPr>
        <w:t>повышение эффективности и результативности муниципальной службы;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внедрение и совершенствование механизмов формирования кадрового резерва;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проведения аттестации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переподготовка и повышение   квалификации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- приобретение компьютеров, ремонт компьютеров</w:t>
      </w:r>
      <w:r>
        <w:rPr>
          <w:rFonts w:ascii="Arial" w:hAnsi="Arial" w:cs="Arial"/>
          <w:color w:val="2C2B2D"/>
        </w:rPr>
        <w:t>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- приобретение лицензированных программных продуктов;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- обустройство рабочих мест;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- обеспечение материально-техническими ресурсами рабочих мест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- обеспечение доступа к сети «Интернет» рабочих мест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- прохождение диспансеризации муниципальными служащими;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- повышение доверия населения к органам местного самоуправления на 25%;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A"/>
        </w:rPr>
        <w:t>- повышения уровня материально-технического обеспечения муниципальной службы</w:t>
      </w:r>
      <w:r>
        <w:rPr>
          <w:rStyle w:val="apple-converted-space"/>
          <w:color w:val="0B090A"/>
        </w:rPr>
        <w:t> 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B090A"/>
        </w:rPr>
        <w:t>сельсовета до 90 % по отношению к запланированным показателям;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формирование нетерпимого отношения к коррупции.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  <w:sz w:val="28"/>
          <w:szCs w:val="28"/>
        </w:rPr>
        <w:t>III. Сведения о показателях и индикаторах муниципальной программы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Arial" w:hAnsi="Arial" w:cs="Arial"/>
          <w:color w:val="292D24"/>
        </w:rPr>
      </w:pPr>
      <w:r>
        <w:rPr>
          <w:rFonts w:ascii="Arial" w:hAnsi="Arial" w:cs="Arial"/>
          <w:color w:val="292D24"/>
        </w:rPr>
        <w:t>         Сведения о показателях (индикаторах) муниципальной программы и их зна</w:t>
      </w:r>
      <w:r>
        <w:rPr>
          <w:rFonts w:ascii="Arial" w:hAnsi="Arial" w:cs="Arial"/>
          <w:color w:val="292D24"/>
        </w:rPr>
        <w:softHyphen/>
        <w:t>чениях приведены в приложении № 1</w:t>
      </w:r>
      <w:r>
        <w:rPr>
          <w:rStyle w:val="apple-converted-space"/>
          <w:i/>
          <w:iCs/>
          <w:color w:val="292D24"/>
        </w:rPr>
        <w:t> </w:t>
      </w:r>
      <w:r>
        <w:rPr>
          <w:rFonts w:ascii="Arial" w:hAnsi="Arial" w:cs="Arial"/>
          <w:color w:val="292D24"/>
        </w:rPr>
        <w:t>к муниципальной программе.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  <w:sz w:val="28"/>
          <w:szCs w:val="28"/>
        </w:rPr>
        <w:t>         IV. Обобщенная характеристика основных мероприятий муниципальной программы и подпрограмм муниципальной программы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  <w:sz w:val="28"/>
          <w:szCs w:val="28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         Муниципальная программа определяет направления деятельности, обеспечивающие реализацию принятых нормативных обязательств и создание благоприятных условий для развития муниципальной службы в Вишневском сельсовете 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         Достижение целей и решение задач программы обеспечивается путем выполнения ряда основных мероприятий.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 w:rsidRPr="001D562E">
        <w:rPr>
          <w:rFonts w:ascii="Arial" w:hAnsi="Arial" w:cs="Arial"/>
          <w:bCs/>
          <w:color w:val="000000"/>
        </w:rPr>
        <w:t>Подпрограмма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«Реализация мероприятий, направленных на развитие муниципальной службы» муниципальной программы «Развитие муниципальной службы»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включает следующие основные мероприятия: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</w:rPr>
        <w:t xml:space="preserve">         </w:t>
      </w:r>
      <w:r w:rsidRPr="001D562E">
        <w:rPr>
          <w:rFonts w:ascii="Arial" w:hAnsi="Arial" w:cs="Arial"/>
          <w:b/>
          <w:bCs/>
          <w:color w:val="040203"/>
        </w:rPr>
        <w:t>Основное мероприятие №I.I.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Повышение квалификации муниципальных служащих</w:t>
      </w:r>
      <w:r>
        <w:rPr>
          <w:rFonts w:ascii="Arial" w:hAnsi="Arial" w:cs="Arial"/>
          <w:color w:val="333333"/>
        </w:rPr>
        <w:t>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В рамках осуществления этого основного мероприятия предусматривается</w:t>
      </w:r>
      <w:r>
        <w:rPr>
          <w:rFonts w:ascii="Arial" w:hAnsi="Arial" w:cs="Arial"/>
          <w:color w:val="000000"/>
        </w:rPr>
        <w:t>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организация обучения муниципальных служащих на курсах повышения квалифи</w:t>
      </w:r>
      <w:r>
        <w:rPr>
          <w:rFonts w:ascii="Arial" w:hAnsi="Arial" w:cs="Arial"/>
          <w:color w:val="333333"/>
        </w:rPr>
        <w:t>к</w:t>
      </w:r>
      <w:r>
        <w:rPr>
          <w:rFonts w:ascii="Arial" w:hAnsi="Arial" w:cs="Arial"/>
          <w:color w:val="040203"/>
        </w:rPr>
        <w:t>ации;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</w:rPr>
        <w:t>         Основное мероприятие №I.2</w:t>
      </w:r>
      <w:r>
        <w:rPr>
          <w:rFonts w:ascii="Arial" w:hAnsi="Arial" w:cs="Arial"/>
          <w:color w:val="040203"/>
        </w:rPr>
        <w:t>. Правовое регулирование оценки деятельности органов местного самоуправления Вишневского сельсовета Беловского района Курской области и обеспечение прозрачности, доступности и гласности в сфере местного самоуправления.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         В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рамках осуществления этого основного мероприятия предусматривается</w:t>
      </w:r>
      <w:r>
        <w:rPr>
          <w:rFonts w:ascii="Arial" w:hAnsi="Arial" w:cs="Arial"/>
          <w:color w:val="000000"/>
        </w:rPr>
        <w:t>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40203"/>
        </w:rPr>
        <w:t>разработка методики комплексной оценки деятельности муниципальных служащих и ее внедрение;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мониторинг внутренних и внешних источников формирования резерва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обеспечение гласности и равного доступа граждан к муниципальной службе;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проведение мероприятий антикоррупционной направленности.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</w:rPr>
        <w:t>          Основное мероприятие №1.3.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Организация мероприятий, проводимых с целью определения рисков развития заболеваний, раннего выявления имеющихся заболеваний, в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том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Вишневском сельсовете Беловского района Курской области</w:t>
      </w:r>
      <w:r>
        <w:rPr>
          <w:rFonts w:ascii="Arial" w:hAnsi="Arial" w:cs="Arial"/>
          <w:color w:val="000000"/>
        </w:rPr>
        <w:t>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</w:rPr>
        <w:t>         Основное мероприятие №1.4.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Обеспечение материально-техническими ресурсами и информационно-коммуникационное сопровождение рабочих мест муниципальных служащих Вишневском сельсовета 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В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рамках осуществления этого основного мероприятия предусматривается: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материально-техническое обеспечение муниципальной службы Вишневского сельсовета Беловского района Курской области;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мероприятия по приобретению, ремонту и обслуживанию компьютерной техники, оргтехники, приобретению и обновлению программного обеспечения для обеспечения деятельности муниципальных служащих, замещающих должности муниципальной службы в Вишневском сельсовете Беловского района Курской области;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- обустройство и модернизация рабочих мест муниципальных служащих, замещающих должности муниципальной службы в Вишневском сельсовете Беловского района Курской области;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40203"/>
        </w:rPr>
        <w:t>обеспечение доступа к внешним информационным ресурсам и сетям связи,                     коммуникационным сетям и оплата почтовых расходов, связанных с исполнением должностных обязанностей муниципальными служащими, замещающими должности муниципальной службы в Вишневском сельсовете 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 Сведения об основных мероприятиях муниципальной программы представлены в приложении № 2</w:t>
      </w:r>
      <w:r>
        <w:rPr>
          <w:rStyle w:val="apple-converted-space"/>
          <w:i/>
          <w:iCs/>
          <w:color w:val="292D24"/>
        </w:rPr>
        <w:t> </w:t>
      </w:r>
      <w:r>
        <w:rPr>
          <w:rFonts w:ascii="Arial" w:hAnsi="Arial" w:cs="Arial"/>
          <w:color w:val="292D24"/>
        </w:rPr>
        <w:t>к муниципальной программе.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Arial" w:hAnsi="Arial" w:cs="Arial"/>
          <w:color w:val="020001"/>
        </w:rPr>
      </w:pPr>
      <w:r>
        <w:rPr>
          <w:rFonts w:ascii="Arial" w:hAnsi="Arial" w:cs="Arial"/>
          <w:color w:val="929292"/>
        </w:rPr>
        <w:t>      </w:t>
      </w:r>
      <w:r>
        <w:rPr>
          <w:rStyle w:val="apple-converted-space"/>
          <w:color w:val="929292"/>
        </w:rPr>
        <w:t> </w:t>
      </w:r>
      <w:r>
        <w:rPr>
          <w:rFonts w:ascii="Arial" w:hAnsi="Arial" w:cs="Arial"/>
          <w:color w:val="020001"/>
        </w:rPr>
        <w:t>В процессе реализаци</w:t>
      </w:r>
      <w:r>
        <w:rPr>
          <w:rFonts w:ascii="Arial" w:hAnsi="Arial" w:cs="Arial"/>
          <w:color w:val="232022"/>
        </w:rPr>
        <w:t>и</w:t>
      </w:r>
      <w:r>
        <w:rPr>
          <w:rStyle w:val="apple-converted-space"/>
          <w:color w:val="232022"/>
        </w:rPr>
        <w:t> </w:t>
      </w:r>
      <w:r>
        <w:rPr>
          <w:rFonts w:ascii="Arial" w:hAnsi="Arial" w:cs="Arial"/>
          <w:color w:val="020001"/>
        </w:rPr>
        <w:t xml:space="preserve">муниципальной программы допускается внесение изменений в нормативные правовые акты 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20001"/>
        </w:rPr>
        <w:t>сельсовета, связанные со сферой</w:t>
      </w:r>
      <w:r>
        <w:rPr>
          <w:rFonts w:ascii="Arial" w:hAnsi="Arial" w:cs="Arial"/>
          <w:color w:val="5A5A5A"/>
        </w:rPr>
        <w:t>·</w:t>
      </w:r>
      <w:r>
        <w:rPr>
          <w:rStyle w:val="apple-converted-space"/>
          <w:color w:val="5A5A5A"/>
        </w:rPr>
        <w:t> </w:t>
      </w:r>
      <w:r>
        <w:rPr>
          <w:rFonts w:ascii="Arial" w:hAnsi="Arial" w:cs="Arial"/>
          <w:color w:val="020001"/>
        </w:rPr>
        <w:t>её применения</w:t>
      </w:r>
      <w:r>
        <w:rPr>
          <w:rFonts w:ascii="Arial" w:hAnsi="Arial" w:cs="Arial"/>
          <w:color w:val="232022"/>
        </w:rPr>
        <w:t>,</w:t>
      </w:r>
      <w:r>
        <w:rPr>
          <w:rStyle w:val="apple-converted-space"/>
          <w:color w:val="232022"/>
        </w:rPr>
        <w:t> </w:t>
      </w:r>
      <w:r>
        <w:rPr>
          <w:rFonts w:ascii="Arial" w:hAnsi="Arial" w:cs="Arial"/>
          <w:color w:val="020001"/>
        </w:rPr>
        <w:t>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целях развития муниципальной службы на территории</w:t>
      </w:r>
      <w:r>
        <w:rPr>
          <w:rStyle w:val="apple-converted-space"/>
          <w:color w:val="020001"/>
        </w:rPr>
        <w:t> </w:t>
      </w:r>
      <w:r>
        <w:rPr>
          <w:rFonts w:ascii="Arial" w:hAnsi="Arial" w:cs="Arial"/>
          <w:color w:val="040203"/>
        </w:rPr>
        <w:t xml:space="preserve">Вишневского </w:t>
      </w:r>
      <w:r>
        <w:rPr>
          <w:rFonts w:ascii="Arial" w:hAnsi="Arial" w:cs="Arial"/>
          <w:color w:val="020001"/>
        </w:rPr>
        <w:t>сельсовета 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20001"/>
          <w:sz w:val="28"/>
          <w:szCs w:val="28"/>
        </w:rPr>
        <w:t>V. Обоснование выделения подпрограмм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   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 xml:space="preserve">           Решение задач муниципальной программы осуществляется посредством выполнения соответствующей им </w:t>
      </w:r>
      <w:r>
        <w:rPr>
          <w:rFonts w:ascii="Arial" w:hAnsi="Arial" w:cs="Arial"/>
          <w:color w:val="000000"/>
        </w:rPr>
        <w:t>подпрограммы «Реализация мероприятий, направленных на развитие муниципальной службы» муниципальной программы «Развитие муниципальной службы»</w:t>
      </w:r>
      <w:r>
        <w:rPr>
          <w:rFonts w:ascii="Arial" w:hAnsi="Arial" w:cs="Arial"/>
          <w:color w:val="020001"/>
        </w:rPr>
        <w:t>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10001"/>
        </w:rPr>
        <w:t>-</w:t>
      </w:r>
      <w:r>
        <w:rPr>
          <w:rStyle w:val="apple-converted-space"/>
          <w:color w:val="010001"/>
        </w:rPr>
        <w:t> </w:t>
      </w:r>
      <w:r>
        <w:rPr>
          <w:rFonts w:ascii="Arial" w:hAnsi="Arial" w:cs="Arial"/>
          <w:color w:val="020001"/>
        </w:rPr>
        <w:t>создание единой системы непрерывного обучения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- формирование эффективной системы управления муниципальной службой;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- повышение о</w:t>
      </w:r>
      <w:r>
        <w:rPr>
          <w:rFonts w:ascii="Arial" w:hAnsi="Arial" w:cs="Arial"/>
          <w:color w:val="232022"/>
        </w:rPr>
        <w:t>т</w:t>
      </w:r>
      <w:r>
        <w:rPr>
          <w:rFonts w:ascii="Arial" w:hAnsi="Arial" w:cs="Arial"/>
          <w:color w:val="020001"/>
        </w:rPr>
        <w:t>ветс</w:t>
      </w:r>
      <w:r>
        <w:rPr>
          <w:rFonts w:ascii="Arial" w:hAnsi="Arial" w:cs="Arial"/>
          <w:color w:val="232022"/>
        </w:rPr>
        <w:t>т</w:t>
      </w:r>
      <w:r>
        <w:rPr>
          <w:rFonts w:ascii="Arial" w:hAnsi="Arial" w:cs="Arial"/>
          <w:color w:val="020001"/>
        </w:rPr>
        <w:t>венности муниципальных служащих за результаты своей деятельности;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- обеспечение открытости и прозрачности муниципальной службы;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10001"/>
        </w:rPr>
        <w:t>-</w:t>
      </w:r>
      <w:r>
        <w:rPr>
          <w:rStyle w:val="apple-converted-space"/>
          <w:color w:val="010001"/>
        </w:rPr>
        <w:t> </w:t>
      </w:r>
      <w:r>
        <w:rPr>
          <w:rFonts w:ascii="Arial" w:hAnsi="Arial" w:cs="Arial"/>
          <w:color w:val="020001"/>
        </w:rPr>
        <w:t>укрепление материально</w:t>
      </w:r>
      <w:r>
        <w:rPr>
          <w:rFonts w:ascii="Arial" w:hAnsi="Arial" w:cs="Arial"/>
          <w:color w:val="010001"/>
        </w:rPr>
        <w:t>-</w:t>
      </w:r>
      <w:r>
        <w:rPr>
          <w:rFonts w:ascii="Arial" w:hAnsi="Arial" w:cs="Arial"/>
          <w:color w:val="020001"/>
        </w:rPr>
        <w:t>технической базы, необходимой для эффективного развития муниципальной службы.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20001"/>
        </w:rPr>
        <w:t>           Структура по</w:t>
      </w:r>
      <w:r>
        <w:rPr>
          <w:rFonts w:ascii="Arial" w:hAnsi="Arial" w:cs="Arial"/>
          <w:color w:val="232022"/>
        </w:rPr>
        <w:t>д</w:t>
      </w:r>
      <w:r>
        <w:rPr>
          <w:rFonts w:ascii="Arial" w:hAnsi="Arial" w:cs="Arial"/>
          <w:color w:val="020001"/>
        </w:rPr>
        <w:t>программы, включенной в муниципальную программу, соответствует принципам программно-це</w:t>
      </w:r>
      <w:r>
        <w:rPr>
          <w:rFonts w:ascii="Arial" w:hAnsi="Arial" w:cs="Arial"/>
          <w:color w:val="232022"/>
        </w:rPr>
        <w:t>л</w:t>
      </w:r>
      <w:r>
        <w:rPr>
          <w:rFonts w:ascii="Arial" w:hAnsi="Arial" w:cs="Arial"/>
          <w:color w:val="020001"/>
        </w:rPr>
        <w:t>евого метода в сфере совершенствования и развития муниципальной службы и о</w:t>
      </w:r>
      <w:r>
        <w:rPr>
          <w:rFonts w:ascii="Arial" w:hAnsi="Arial" w:cs="Arial"/>
          <w:color w:val="232022"/>
        </w:rPr>
        <w:t>х</w:t>
      </w:r>
      <w:r>
        <w:rPr>
          <w:rFonts w:ascii="Arial" w:hAnsi="Arial" w:cs="Arial"/>
          <w:color w:val="020001"/>
        </w:rPr>
        <w:t>ватывает основные направления государственной политики в данной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1D562E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Arial" w:hAnsi="Arial" w:cs="Arial"/>
          <w:b/>
          <w:bCs/>
          <w:color w:val="030002"/>
          <w:sz w:val="28"/>
          <w:szCs w:val="28"/>
        </w:rPr>
      </w:pPr>
      <w:r>
        <w:rPr>
          <w:rFonts w:ascii="Arial" w:hAnsi="Arial" w:cs="Arial"/>
          <w:b/>
          <w:bCs/>
          <w:color w:val="030002"/>
          <w:sz w:val="28"/>
          <w:szCs w:val="28"/>
        </w:rPr>
        <w:t>VI. Обоснование объема финансовых ресурсов, необходимых для реализации муниципальной программы</w:t>
      </w:r>
    </w:p>
    <w:p w:rsidR="00BC668F" w:rsidRDefault="00BC668F" w:rsidP="001D562E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Arial" w:hAnsi="Arial" w:cs="Arial"/>
          <w:b/>
          <w:bCs/>
          <w:color w:val="030002"/>
          <w:sz w:val="28"/>
          <w:szCs w:val="28"/>
        </w:rPr>
      </w:pPr>
    </w:p>
    <w:p w:rsidR="00BC668F" w:rsidRDefault="00BC668F" w:rsidP="001D562E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30002"/>
          <w:sz w:val="28"/>
          <w:szCs w:val="28"/>
        </w:rPr>
        <w:t> </w:t>
      </w:r>
      <w:r>
        <w:rPr>
          <w:rFonts w:ascii="Arial" w:hAnsi="Arial" w:cs="Arial"/>
          <w:color w:val="292D24"/>
        </w:rPr>
        <w:t xml:space="preserve">Организация мероприятий муниципальной программы осуществляется за счет средств местного бюджета.  Объем бюджетных ассигнований местного бюджета определяется на основе Решения собрания депутатов </w:t>
      </w:r>
      <w:r>
        <w:rPr>
          <w:rFonts w:ascii="Arial" w:hAnsi="Arial" w:cs="Arial"/>
          <w:color w:val="040203"/>
        </w:rPr>
        <w:t>Вишневского сельсовета «О бюджете муниципального образования «Вишневский сельсовет» Беловского района Курской области на очередной финансовый год и плановый период» и составляет на 2015-2017 г.г -</w:t>
      </w:r>
      <w:r w:rsidRPr="001D562E">
        <w:rPr>
          <w:rFonts w:ascii="Arial" w:hAnsi="Arial" w:cs="Arial"/>
          <w:b/>
          <w:color w:val="040203"/>
        </w:rPr>
        <w:t xml:space="preserve">195000 </w:t>
      </w:r>
      <w:r>
        <w:rPr>
          <w:rFonts w:ascii="Arial" w:hAnsi="Arial" w:cs="Arial"/>
          <w:color w:val="040203"/>
        </w:rPr>
        <w:t>рублей, в том числе: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2015 год – 65000 рублей;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2016 год – 65000 рублей;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2017 год – 65000 рублей;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ind w:firstLine="567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Ресурсное обеспечение реализации муниципальной программы представлено в Приложении № 3 к программе.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 Обоснование планируемых объемов ресурсов на реализацию муниципальной программы заключается в следующем: 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эффективной деятельности муниципальных служащих в муниципальном образовании «</w:t>
      </w:r>
      <w:r>
        <w:rPr>
          <w:rFonts w:ascii="Arial" w:hAnsi="Arial" w:cs="Arial"/>
          <w:color w:val="040203"/>
        </w:rPr>
        <w:t>Вишневский сельсовет» Беловского района Курской области;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50204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50204"/>
          <w:sz w:val="28"/>
          <w:szCs w:val="28"/>
        </w:rPr>
        <w:t>VII. Оценка степени влияния выделения дополнительных объемов ресурсов на показатели (индикаторы) муниципальной программы (подп</w:t>
      </w:r>
      <w:r>
        <w:rPr>
          <w:rFonts w:ascii="Arial" w:hAnsi="Arial" w:cs="Arial"/>
          <w:b/>
          <w:bCs/>
          <w:color w:val="010000"/>
          <w:sz w:val="28"/>
          <w:szCs w:val="28"/>
        </w:rPr>
        <w:t>ро</w:t>
      </w:r>
      <w:r>
        <w:rPr>
          <w:rFonts w:ascii="Arial" w:hAnsi="Arial" w:cs="Arial"/>
          <w:b/>
          <w:bCs/>
          <w:color w:val="050204"/>
          <w:sz w:val="28"/>
          <w:szCs w:val="28"/>
        </w:rPr>
        <w:t>граммы) и основных мероприятий подпрограмм муниципальной программы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204"/>
          <w:sz w:val="28"/>
          <w:szCs w:val="28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204"/>
        </w:rPr>
        <w:t>           В</w:t>
      </w:r>
      <w:r>
        <w:rPr>
          <w:rStyle w:val="apple-converted-space"/>
          <w:color w:val="050204"/>
        </w:rPr>
        <w:t> </w:t>
      </w:r>
      <w:r>
        <w:rPr>
          <w:rFonts w:ascii="Arial" w:hAnsi="Arial" w:cs="Arial"/>
          <w:color w:val="050204"/>
        </w:rPr>
        <w:t>случае выделения дополнительных объемов финансовых ресурсов на реализацию муниципальной программы могут быть увеличены значения следующих показателей: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204"/>
        </w:rPr>
        <w:t>- Уровень компьютеризации рабочих мест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204"/>
        </w:rPr>
        <w:t>- Улучшение и оздоровление условий труда путем обустройства рабочих мест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204"/>
        </w:rPr>
        <w:t>- Уровень выполнения бюджетных обязательств по материально-техническому обеспечению муниципальной службы и по отношению к запланированным показателям;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204"/>
        </w:rPr>
        <w:t>- Количество муниципальных служащих, прошедших диспансеризацию.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80507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80507"/>
          <w:sz w:val="28"/>
          <w:szCs w:val="28"/>
        </w:rPr>
        <w:t>VIII. Методика оценки эффективности муниципальной программы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  <w:sz w:val="28"/>
          <w:szCs w:val="28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         Оценка эффективности реализации муниципальной программы проводится на основе: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- 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(индикаторов) программы и их плановых значений, приведенных по формуле: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Сд == 3ф/3п* 100%, где: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Сд - степень достижения целей (решения задач),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3ф - фактическое значение показателя (индикатора) муниципальной программы в отчетном году,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3п - запланированное на отчетный год значение показателя (индикатора) муниципальной программы - для показателей (индикаторов), тенденцией изменения которых является рост значений, или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Сд == 3п/3ф* 1 00% - для показателя (индикатора), тенденцией изменения которых является снижение значений;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- оценки уровня освоения средств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</w:t>
      </w:r>
      <w:r>
        <w:rPr>
          <w:rStyle w:val="apple-converted-space"/>
          <w:color w:val="C0C0C0"/>
        </w:rPr>
        <w:t> </w:t>
      </w:r>
      <w:r>
        <w:rPr>
          <w:rFonts w:ascii="Arial" w:hAnsi="Arial" w:cs="Arial"/>
          <w:color w:val="080507"/>
        </w:rPr>
        <w:t>представленных по формуле: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Уф == Фф/Фп* 100%, где: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Уф - уровень освоения средств муниципальной программы в отчетном году,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Фф - объем средств, фактически освоенных на реализацию муниципальной программы в отчетном году,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Фп - объем бюджетных назначений по муниципальной программе на отчетный год.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         Оценка эффективности реализации муниципальной программы проводится до 1 марта года, следующего за отчетным.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ind w:firstLine="54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80507"/>
        </w:rPr>
        <w:t>Муниципальная программа считается реализуемой с высоким уровнем эффективности, если: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60305"/>
        </w:rPr>
        <w:t>       не менее 95% мероприятий, запланированных на отчетный год, выполнены в полном объеме;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60305"/>
        </w:rPr>
        <w:t>       освоено не менее 95% средств, запланированных для реализации муниципальной программы в отчетном году.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60305"/>
        </w:rPr>
        <w:t>         Муниципальная программа считается реализуемой с удовлетворительным уровнем эффективности, если: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60305"/>
        </w:rPr>
        <w:t>   не менее 80% мероприятий, запланированных на отчетный год, выполнены в полном объеме;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60305"/>
        </w:rPr>
        <w:t>   освоено от 80 до 95% средств, запланированных для реализации муниципальной программы в отчетном году.</w:t>
      </w:r>
    </w:p>
    <w:p w:rsidR="00BC668F" w:rsidRPr="001D562E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8"/>
          <w:szCs w:val="28"/>
        </w:rPr>
      </w:pPr>
      <w:r>
        <w:rPr>
          <w:rFonts w:ascii="Arial" w:hAnsi="Arial" w:cs="Arial"/>
          <w:color w:val="060305"/>
        </w:rPr>
        <w:t xml:space="preserve">         Если реализация муниципальной программы не отвечает приведенным выше критериям, уровень эффективности ее реализации в отчетном году </w:t>
      </w:r>
      <w:r w:rsidRPr="001D562E">
        <w:rPr>
          <w:rFonts w:ascii="Arial" w:hAnsi="Arial" w:cs="Arial"/>
          <w:color w:val="060305"/>
          <w:sz w:val="28"/>
          <w:szCs w:val="28"/>
        </w:rPr>
        <w:t>признается неудовлетворительным.</w:t>
      </w:r>
    </w:p>
    <w:p w:rsidR="00BC668F" w:rsidRPr="001D562E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1D562E">
        <w:rPr>
          <w:rFonts w:ascii="Arial" w:hAnsi="Arial" w:cs="Arial"/>
          <w:b/>
          <w:bCs/>
          <w:color w:val="292D24"/>
          <w:sz w:val="28"/>
          <w:szCs w:val="28"/>
        </w:rPr>
        <w:t> </w:t>
      </w:r>
    </w:p>
    <w:p w:rsidR="00BC668F" w:rsidRPr="001D562E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1D562E">
        <w:rPr>
          <w:rFonts w:ascii="Arial" w:hAnsi="Arial" w:cs="Arial"/>
          <w:b/>
          <w:bCs/>
          <w:color w:val="292D24"/>
          <w:sz w:val="28"/>
          <w:szCs w:val="28"/>
        </w:rPr>
        <w:t>IХ</w:t>
      </w:r>
      <w:r w:rsidRPr="001D562E">
        <w:rPr>
          <w:rFonts w:ascii="Arial" w:hAnsi="Arial" w:cs="Arial"/>
          <w:color w:val="292D24"/>
          <w:sz w:val="28"/>
          <w:szCs w:val="28"/>
        </w:rPr>
        <w:t xml:space="preserve">. </w:t>
      </w:r>
      <w:r w:rsidRPr="001D562E">
        <w:rPr>
          <w:rFonts w:ascii="Arial" w:hAnsi="Arial" w:cs="Arial"/>
          <w:b/>
          <w:bCs/>
          <w:color w:val="050305"/>
          <w:sz w:val="28"/>
          <w:szCs w:val="28"/>
        </w:rPr>
        <w:t>Подпрограмма муниципальной программы </w:t>
      </w:r>
    </w:p>
    <w:p w:rsidR="00BC668F" w:rsidRPr="001D562E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1D562E">
        <w:rPr>
          <w:rFonts w:ascii="Arial" w:hAnsi="Arial" w:cs="Arial"/>
          <w:b/>
          <w:bCs/>
          <w:color w:val="000000"/>
          <w:sz w:val="28"/>
          <w:szCs w:val="28"/>
        </w:rPr>
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</w:r>
    </w:p>
    <w:p w:rsidR="00BC668F" w:rsidRPr="001D562E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1D562E"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:rsidR="00BC668F" w:rsidRPr="001D562E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1D562E">
        <w:rPr>
          <w:rFonts w:ascii="Arial" w:hAnsi="Arial" w:cs="Arial"/>
          <w:b/>
          <w:bCs/>
          <w:color w:val="050305"/>
          <w:sz w:val="28"/>
          <w:szCs w:val="28"/>
        </w:rPr>
        <w:t>ПАСПОРТ</w:t>
      </w:r>
    </w:p>
    <w:p w:rsidR="00BC668F" w:rsidRPr="001D562E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1D562E">
        <w:rPr>
          <w:rFonts w:ascii="Arial" w:hAnsi="Arial" w:cs="Arial"/>
          <w:b/>
          <w:bCs/>
          <w:color w:val="000000"/>
          <w:sz w:val="28"/>
          <w:szCs w:val="28"/>
        </w:rPr>
        <w:t>Подпрограммы «Реализация мероприятий, направленных на развитие муниципальной службы» муниципальной программы «Развитие муниципальной службы»</w:t>
      </w:r>
    </w:p>
    <w:p w:rsidR="00BC668F" w:rsidRPr="001D562E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1D562E"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305"/>
        </w:rPr>
        <w:t> 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000"/>
      </w:tblPr>
      <w:tblGrid>
        <w:gridCol w:w="2415"/>
        <w:gridCol w:w="7226"/>
      </w:tblGrid>
      <w:tr w:rsidR="00BC668F" w:rsidTr="00EB4E7C">
        <w:trPr>
          <w:trHeight w:val="736"/>
        </w:trPr>
        <w:tc>
          <w:tcPr>
            <w:tcW w:w="2415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7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>»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C668F" w:rsidTr="00EB4E7C">
        <w:trPr>
          <w:trHeight w:val="736"/>
        </w:trPr>
        <w:tc>
          <w:tcPr>
            <w:tcW w:w="241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Ответственный исполнитель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7226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Администрация</w:t>
            </w:r>
            <w:r>
              <w:rPr>
                <w:rStyle w:val="apple-converted-space"/>
              </w:rPr>
              <w:t> </w:t>
            </w:r>
            <w:r>
              <w:rPr>
                <w:rFonts w:ascii="Arial" w:hAnsi="Arial" w:cs="Arial"/>
                <w:color w:val="040203"/>
              </w:rPr>
              <w:t>Вишневского сельсовета Беловского района</w:t>
            </w:r>
          </w:p>
        </w:tc>
      </w:tr>
      <w:tr w:rsidR="00BC668F" w:rsidTr="00EB4E7C">
        <w:trPr>
          <w:trHeight w:val="25"/>
        </w:trPr>
        <w:tc>
          <w:tcPr>
            <w:tcW w:w="241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25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 — целевые инструменты программы</w:t>
            </w:r>
          </w:p>
        </w:tc>
        <w:tc>
          <w:tcPr>
            <w:tcW w:w="7226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25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отсутствуют</w:t>
            </w:r>
          </w:p>
        </w:tc>
      </w:tr>
      <w:tr w:rsidR="00BC668F" w:rsidTr="00EB4E7C">
        <w:tc>
          <w:tcPr>
            <w:tcW w:w="241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подпрограммы</w:t>
            </w:r>
          </w:p>
        </w:tc>
        <w:tc>
          <w:tcPr>
            <w:tcW w:w="7226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создание условий</w:t>
            </w:r>
            <w:r>
              <w:rPr>
                <w:rStyle w:val="apple-converted-space"/>
                <w:color w:val="050305"/>
              </w:rPr>
              <w:t> </w:t>
            </w:r>
            <w:r>
              <w:rPr>
                <w:rFonts w:ascii="Arial" w:hAnsi="Arial" w:cs="Arial"/>
                <w:color w:val="050305"/>
              </w:rPr>
              <w:t>для</w:t>
            </w:r>
            <w:r>
              <w:rPr>
                <w:rStyle w:val="apple-converted-space"/>
                <w:color w:val="050305"/>
              </w:rPr>
              <w:t> </w:t>
            </w:r>
            <w:r>
              <w:rPr>
                <w:rFonts w:ascii="Arial" w:hAnsi="Arial" w:cs="Arial"/>
                <w:color w:val="050305"/>
              </w:rPr>
              <w:t>эффективного развития и совершенствования муниципальной службы в</w:t>
            </w:r>
            <w:r>
              <w:rPr>
                <w:rStyle w:val="apple-converted-space"/>
                <w:color w:val="050305"/>
              </w:rPr>
              <w:t> </w:t>
            </w:r>
            <w:r>
              <w:rPr>
                <w:rFonts w:ascii="Arial" w:hAnsi="Arial" w:cs="Arial"/>
                <w:color w:val="040203"/>
              </w:rPr>
              <w:t xml:space="preserve">Вишневском </w:t>
            </w:r>
            <w:r>
              <w:rPr>
                <w:rFonts w:ascii="Arial" w:hAnsi="Arial" w:cs="Arial"/>
                <w:color w:val="050305"/>
              </w:rPr>
              <w:t>сельсовете Беловского района Курской области</w:t>
            </w:r>
          </w:p>
        </w:tc>
      </w:tr>
      <w:tr w:rsidR="00BC668F" w:rsidTr="00EB4E7C">
        <w:tc>
          <w:tcPr>
            <w:tcW w:w="241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подпрограммы</w:t>
            </w:r>
          </w:p>
        </w:tc>
        <w:tc>
          <w:tcPr>
            <w:tcW w:w="7226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формирование эффективной системы управления муниципальной службой;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повышение ответственности муниципальных служащих за результаты своей деятельности;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обеспечение открытости и прозрачности муниципальной службы;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укрепление материально-технической базы, необходимой для эффективного развития муниципальной службы</w:t>
            </w:r>
          </w:p>
        </w:tc>
      </w:tr>
      <w:tr w:rsidR="00BC668F" w:rsidTr="00EB4E7C">
        <w:tc>
          <w:tcPr>
            <w:tcW w:w="241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Целевые индикаторы и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показатели подпрограммы</w:t>
            </w:r>
          </w:p>
        </w:tc>
        <w:tc>
          <w:tcPr>
            <w:tcW w:w="7226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количество муниципальных служащих, прошедших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переподготовку и повышение квалификации;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доля вакантных должностей муниципальной службы, замещаемых на основе назначения из кадрового резерва, от числа назначений;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50305"/>
              </w:rPr>
              <w:t>- количество муниципальных служащих, включенных в кадровый резерв;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доля граждан, доверяющих муниципальным служащим, количество мероприятий по противодействию коррупции на муниципальной службе и снижению уровня коррупционных проявлений;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уровень компьютеризации рабочих мест муниципальных служащих</w:t>
            </w:r>
            <w:r>
              <w:rPr>
                <w:rStyle w:val="apple-converted-space"/>
                <w:color w:val="0B090B"/>
              </w:rPr>
              <w:t> </w:t>
            </w:r>
            <w:r>
              <w:rPr>
                <w:rFonts w:ascii="Arial" w:hAnsi="Arial" w:cs="Arial"/>
                <w:color w:val="040203"/>
              </w:rPr>
              <w:t>Вишневского</w:t>
            </w:r>
            <w:r>
              <w:rPr>
                <w:rStyle w:val="apple-converted-space"/>
                <w:color w:val="040203"/>
              </w:rPr>
              <w:t> </w:t>
            </w:r>
            <w:r>
              <w:rPr>
                <w:rFonts w:ascii="Arial" w:hAnsi="Arial" w:cs="Arial"/>
                <w:color w:val="0B090B"/>
              </w:rPr>
              <w:t>сельсовета;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улучшение и оздоровление условий труда путем обустройства рабочих мест муниципальных служащих (количество обустроенных рабочих мест);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уровень выполнения бюджетных обязательств по материально-техническому обеспечению муниципальной службы по отношению к запланированным показателям;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ind w:right="-11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количество муниципальных служащих, прошедших диспансеризацию.</w:t>
            </w:r>
          </w:p>
        </w:tc>
      </w:tr>
      <w:tr w:rsidR="00BC668F" w:rsidTr="00EB4E7C">
        <w:trPr>
          <w:trHeight w:val="360"/>
        </w:trPr>
        <w:tc>
          <w:tcPr>
            <w:tcW w:w="241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Этапы и сроки реализации подпрограммы</w:t>
            </w:r>
          </w:p>
        </w:tc>
        <w:tc>
          <w:tcPr>
            <w:tcW w:w="7226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Подпрограмма реализуется в один этап: 2015-2017 годы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 </w:t>
            </w:r>
          </w:p>
        </w:tc>
      </w:tr>
      <w:tr w:rsidR="00BC668F" w:rsidTr="00EB4E7C">
        <w:tc>
          <w:tcPr>
            <w:tcW w:w="241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Объемы бюджетных ассигнований подпрограммы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226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 xml:space="preserve">Общий объем финансирования подпрограммы за счет средств местного бюджета составляет: </w:t>
            </w:r>
            <w:r w:rsidRPr="001D562E">
              <w:rPr>
                <w:rFonts w:ascii="Arial" w:hAnsi="Arial" w:cs="Arial"/>
                <w:b/>
                <w:color w:val="0B090B"/>
              </w:rPr>
              <w:t>195 000</w:t>
            </w:r>
            <w:r>
              <w:rPr>
                <w:rFonts w:ascii="Arial" w:hAnsi="Arial" w:cs="Arial"/>
                <w:color w:val="0B090B"/>
              </w:rPr>
              <w:t xml:space="preserve">   рублей, в том числе</w:t>
            </w:r>
            <w:r>
              <w:rPr>
                <w:rFonts w:ascii="Arial" w:hAnsi="Arial" w:cs="Arial"/>
                <w:color w:val="2C2B2D"/>
              </w:rPr>
              <w:t>: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в 2015 году- 65 000 рублей,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в 2016 году</w:t>
            </w:r>
            <w:r>
              <w:rPr>
                <w:rStyle w:val="apple-converted-space"/>
                <w:color w:val="0B090B"/>
              </w:rPr>
              <w:t> </w:t>
            </w:r>
            <w:r>
              <w:rPr>
                <w:rFonts w:ascii="Arial" w:hAnsi="Arial" w:cs="Arial"/>
                <w:color w:val="000000"/>
              </w:rPr>
              <w:t>-65 000</w:t>
            </w:r>
            <w:r>
              <w:rPr>
                <w:rStyle w:val="apple-converted-space"/>
                <w:color w:val="0B090B"/>
              </w:rPr>
              <w:t> </w:t>
            </w:r>
            <w:r>
              <w:rPr>
                <w:rFonts w:ascii="Arial" w:hAnsi="Arial" w:cs="Arial"/>
                <w:color w:val="0B090B"/>
              </w:rPr>
              <w:t>рублей,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в 2017 году- 65 000 рублей,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 </w:t>
            </w:r>
          </w:p>
        </w:tc>
      </w:tr>
      <w:tr w:rsidR="00BC668F" w:rsidTr="00EB4E7C">
        <w:tc>
          <w:tcPr>
            <w:tcW w:w="241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Ожидаемые результаты реализации подпрограммы</w:t>
            </w:r>
          </w:p>
        </w:tc>
        <w:tc>
          <w:tcPr>
            <w:tcW w:w="7226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 xml:space="preserve">Реализация подпрограммы   будет способствовать созданию необходимых условий для повышения эффективности и результативности развития муниципальной службы в </w:t>
            </w:r>
            <w:r>
              <w:rPr>
                <w:rFonts w:ascii="Arial" w:hAnsi="Arial" w:cs="Arial"/>
                <w:color w:val="040203"/>
              </w:rPr>
              <w:t>Вишневском</w:t>
            </w:r>
            <w:r>
              <w:rPr>
                <w:rStyle w:val="apple-converted-space"/>
                <w:color w:val="040203"/>
              </w:rPr>
              <w:t> </w:t>
            </w:r>
            <w:r>
              <w:rPr>
                <w:rFonts w:ascii="Arial" w:hAnsi="Arial" w:cs="Arial"/>
                <w:color w:val="0B090B"/>
              </w:rPr>
              <w:t>сельсовете.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В рамках подпрограммы будут обеспечены следующие результаты: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повышение эффективности и результативности муниципальной службы;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внедрение и совершенствование механизмов формирования кадрового резерва;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проведения аттестации муниципальны</w:t>
            </w:r>
            <w:r>
              <w:rPr>
                <w:rFonts w:ascii="Arial" w:hAnsi="Arial" w:cs="Arial"/>
                <w:color w:val="2C2B2D"/>
              </w:rPr>
              <w:t>х</w:t>
            </w:r>
            <w:r>
              <w:rPr>
                <w:rStyle w:val="apple-converted-space"/>
                <w:color w:val="2C2B2D"/>
              </w:rPr>
              <w:t> </w:t>
            </w:r>
            <w:r>
              <w:rPr>
                <w:rFonts w:ascii="Arial" w:hAnsi="Arial" w:cs="Arial"/>
                <w:color w:val="0B090B"/>
              </w:rPr>
              <w:t>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повышение квалификации трех муниципальных 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приобретение двух компьютеров, ремонт компьютеров</w:t>
            </w:r>
            <w:r>
              <w:rPr>
                <w:rFonts w:ascii="Arial" w:hAnsi="Arial" w:cs="Arial"/>
                <w:color w:val="2C2B2D"/>
              </w:rPr>
              <w:t>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приобретение лицензированных программных продуктов;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обустройство трех рабочих мест;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обеспечение материально-техническими ресурсами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рабочих мест муниципальных 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обеспечение доступа к сети «Интернет» 100 % рабочих мест муниципальных служащих;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B"/>
              </w:rPr>
              <w:t>- прохождение диспансеризации   муниципальными служащими;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A"/>
              </w:rPr>
              <w:t>- повышение доверия населения к органам местного самоуправления на 25%;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A"/>
              </w:rPr>
              <w:t>- повышения уровня материально-технического обеспечения муниципальной службы</w:t>
            </w:r>
            <w:r>
              <w:rPr>
                <w:rStyle w:val="apple-converted-space"/>
                <w:color w:val="0B090A"/>
              </w:rPr>
              <w:t> </w:t>
            </w:r>
            <w:r>
              <w:rPr>
                <w:rFonts w:ascii="Arial" w:hAnsi="Arial" w:cs="Arial"/>
                <w:color w:val="040203"/>
              </w:rPr>
              <w:t>Вишневского</w:t>
            </w:r>
            <w:r>
              <w:rPr>
                <w:rStyle w:val="apple-converted-space"/>
                <w:color w:val="040203"/>
              </w:rPr>
              <w:t> </w:t>
            </w:r>
            <w:r>
              <w:rPr>
                <w:rFonts w:ascii="Arial" w:hAnsi="Arial" w:cs="Arial"/>
                <w:color w:val="0B090A"/>
              </w:rPr>
              <w:t>сельсовета до 90 % по отношению к запланированным показателям;</w:t>
            </w:r>
          </w:p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B090A"/>
              </w:rPr>
              <w:t>- формирование нетерпимого отношения к коррупции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305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28"/>
          <w:szCs w:val="28"/>
        </w:rPr>
        <w:t>I.</w:t>
      </w:r>
      <w:r>
        <w:rPr>
          <w:rStyle w:val="apple-converted-space"/>
          <w:b/>
          <w:bCs/>
          <w:color w:val="292D24"/>
        </w:rPr>
        <w:t> </w:t>
      </w:r>
      <w:r>
        <w:rPr>
          <w:rFonts w:ascii="Arial" w:hAnsi="Arial" w:cs="Arial"/>
          <w:b/>
          <w:bCs/>
          <w:color w:val="0E0B0D"/>
          <w:sz w:val="28"/>
          <w:szCs w:val="28"/>
        </w:rPr>
        <w:t>Характеристика сферы реализации Подпрограммы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В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E0B0D"/>
        </w:rPr>
        <w:t>значительной степени результаты реализации подпрограммы зависят от кадрового потенциала, е</w:t>
      </w:r>
      <w:r>
        <w:rPr>
          <w:rFonts w:ascii="Arial" w:hAnsi="Arial" w:cs="Arial"/>
          <w:color w:val="2D2A2D"/>
        </w:rPr>
        <w:t>г</w:t>
      </w:r>
      <w:r>
        <w:rPr>
          <w:rFonts w:ascii="Arial" w:hAnsi="Arial" w:cs="Arial"/>
          <w:color w:val="0E0B0D"/>
        </w:rPr>
        <w:t>о профессионального уровня и качества подготовки.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Развитию кадрового потенциала способствуют правовое регулирование и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6D6D6D"/>
        </w:rPr>
        <w:t>о</w:t>
      </w:r>
      <w:r>
        <w:rPr>
          <w:rFonts w:ascii="Arial" w:hAnsi="Arial" w:cs="Arial"/>
          <w:color w:val="0E0B0D"/>
        </w:rPr>
        <w:t>птимальная организация прохождения муниципальной службы, плановое и системное ее развитие.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На территории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E0B0D"/>
        </w:rPr>
        <w:t>сельсовета Беловского района Курской области сложилась система правового регулирования и организации муниципальной службы в соответствии с действующим законодательством. Осуществляется постоянный мониторинг федеральной и областной правовой базы по вопросам муниципальной службы.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E0B0D"/>
        </w:rPr>
        <w:t>С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E0B0D"/>
        </w:rPr>
        <w:t>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</w:t>
      </w:r>
      <w:r>
        <w:rPr>
          <w:rFonts w:ascii="Arial" w:hAnsi="Arial" w:cs="Arial"/>
          <w:color w:val="2D2A2D"/>
        </w:rPr>
        <w:t>н</w:t>
      </w:r>
      <w:r>
        <w:rPr>
          <w:rFonts w:ascii="Arial" w:hAnsi="Arial" w:cs="Arial"/>
          <w:color w:val="0E0B0D"/>
        </w:rPr>
        <w:t>ове долгосрочного планирования и гарантированного финансирования из бюджета муниципального образования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E0B0D"/>
        </w:rPr>
        <w:t>«</w:t>
      </w:r>
      <w:r>
        <w:rPr>
          <w:rFonts w:ascii="Arial" w:hAnsi="Arial" w:cs="Arial"/>
          <w:color w:val="040203"/>
        </w:rPr>
        <w:t>Вишневский сельсовет»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 xml:space="preserve">     В целях урегулирования указанных проблем существует необходимость создания и развития на территории 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сельсовета Беловского района Курской области системы дистанционного обучения и переподготовки муниципальных служащих непосредственно на базе муниципального образования без отрыва от основного места работы, что в свою очередь позволит сущес</w:t>
      </w:r>
      <w:r>
        <w:rPr>
          <w:rFonts w:ascii="Arial" w:hAnsi="Arial" w:cs="Arial"/>
          <w:color w:val="2D2A2D"/>
        </w:rPr>
        <w:t>т</w:t>
      </w:r>
      <w:r>
        <w:rPr>
          <w:rFonts w:ascii="Arial" w:hAnsi="Arial" w:cs="Arial"/>
          <w:color w:val="0E0B0D"/>
        </w:rPr>
        <w:t xml:space="preserve">венно сократить затраты. На решение указанных проблем муниципальной службы в 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сельсовете Беловского района Курской области направлены мероприятия подпрограммы</w:t>
      </w:r>
      <w:r>
        <w:rPr>
          <w:rFonts w:ascii="Arial" w:hAnsi="Arial" w:cs="Arial"/>
          <w:color w:val="000000"/>
        </w:rPr>
        <w:t>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Одним из основны</w:t>
      </w:r>
      <w:r>
        <w:rPr>
          <w:rFonts w:ascii="Arial" w:hAnsi="Arial" w:cs="Arial"/>
          <w:color w:val="2D2A2D"/>
        </w:rPr>
        <w:t>х</w:t>
      </w:r>
      <w:r>
        <w:rPr>
          <w:rStyle w:val="apple-converted-space"/>
          <w:color w:val="2D2A2D"/>
        </w:rPr>
        <w:t> </w:t>
      </w:r>
      <w:r>
        <w:rPr>
          <w:rFonts w:ascii="Arial" w:hAnsi="Arial" w:cs="Arial"/>
          <w:color w:val="0E0B0D"/>
        </w:rPr>
        <w:t>направлений подпрограммы является обеспечение открытости и прозрачности муниципальной службы</w:t>
      </w:r>
      <w:r>
        <w:rPr>
          <w:rFonts w:ascii="Arial" w:hAnsi="Arial" w:cs="Arial"/>
          <w:color w:val="2D2A2D"/>
        </w:rPr>
        <w:t>,</w:t>
      </w:r>
      <w:r>
        <w:rPr>
          <w:rStyle w:val="apple-converted-space"/>
          <w:color w:val="2D2A2D"/>
        </w:rPr>
        <w:t> </w:t>
      </w:r>
      <w:r>
        <w:rPr>
          <w:rFonts w:ascii="Arial" w:hAnsi="Arial" w:cs="Arial"/>
          <w:color w:val="0E0B0D"/>
        </w:rPr>
        <w:t>достижение чего невозможно без обеспечения к внешним информационным ресурсам, сетям связи, коммуникационным сетям в целях размещения информации об исполнении муниципальных услуг для населения, доступности нормативной правовой базы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сельсовета 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Повышение результативности профессиональной деятельности муниципальных</w:t>
      </w:r>
      <w:r>
        <w:rPr>
          <w:rStyle w:val="apple-converted-space"/>
          <w:color w:val="2D2A2D"/>
        </w:rPr>
        <w:t> </w:t>
      </w:r>
      <w:r>
        <w:rPr>
          <w:rFonts w:ascii="Arial" w:hAnsi="Arial" w:cs="Arial"/>
          <w:color w:val="0E0B0D"/>
        </w:rPr>
        <w:t>служащих в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сельсовете Беловского района Курской области невозможно без создания материально-технических условий для эффективного функционирования муниципальной службы Основной целью дан</w:t>
      </w:r>
      <w:r>
        <w:rPr>
          <w:rFonts w:ascii="Arial" w:hAnsi="Arial" w:cs="Arial"/>
          <w:color w:val="2D2A2D"/>
        </w:rPr>
        <w:t>н</w:t>
      </w:r>
      <w:r>
        <w:rPr>
          <w:rFonts w:ascii="Arial" w:hAnsi="Arial" w:cs="Arial"/>
          <w:color w:val="0E0B0D"/>
        </w:rPr>
        <w:t>ого направления является рациональное использование материально-технических ресурсов на муниципальной службе, а также обеспечение надлежащих условий для качественного исполнения муниципальными служащими своих должностных (служебных) обязанностей и оказания ими гражданам и организациям качественных муниципальных услуг</w:t>
      </w:r>
      <w:r>
        <w:rPr>
          <w:rFonts w:ascii="Arial" w:hAnsi="Arial" w:cs="Arial"/>
          <w:color w:val="2D2A2D"/>
        </w:rPr>
        <w:t>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28"/>
          <w:szCs w:val="28"/>
        </w:rPr>
        <w:t>II. Приоритеты государственной политики в сфере реализации подпрограммы 1,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  <w:sz w:val="28"/>
          <w:szCs w:val="28"/>
        </w:rPr>
        <w:t>цели, задачи и показатели (индикаторы) достижения целей и решения задач, описание основных ожидаемых конечных результатов реализации подпрограммы 1, сроков и контрольных этапов реализации Подпрограммы 1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  <w:sz w:val="28"/>
          <w:szCs w:val="28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 Приоритетные направления деятельности в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40203"/>
        </w:rPr>
        <w:t>Вишневском сельсовете Беловского района Курской области в сфере развития муниципальной службы на период до 2017 года сформированы с учетомv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целей и задач, представленных в следующих документах: в Федеральном законе от02.03.2007г. № 25-ФЗ «О муниципальной службе в Российской Федерации»; в Федеральном законе от 06.10.2003 №</w:t>
      </w:r>
      <w:r>
        <w:rPr>
          <w:rStyle w:val="apple-converted-space"/>
          <w:i/>
          <w:iCs/>
          <w:color w:val="040203"/>
        </w:rPr>
        <w:t> </w:t>
      </w:r>
      <w:r>
        <w:rPr>
          <w:rFonts w:ascii="Arial" w:hAnsi="Arial" w:cs="Arial"/>
          <w:color w:val="040203"/>
        </w:rPr>
        <w:t>131 – ФЗ «Об общих принципах организации местного самоуправления в Российской Федерации; в Законе Курской области от 13.07.2007 №60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40203"/>
        </w:rPr>
        <w:t>ЗКО «О муниципальной службе в Курской области».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Целью подпрограммы является создание условий для эффективного развития и совершенствования муниципальной службы в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сельсовете 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Для достижения указанной цели в рамках подпрограммы будут решаться следующие задачи: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1.Создание единой системы непрерывного обучения муниципальных служащих.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    2.Формирование эффективной системы управления муниципальной службой.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3.Повышение ответственности муниципальных служащих за результаты своей деятельности.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ind w:left="1166" w:hanging="1166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4.Обеспечение открытости и прозрачности муниципальной службы.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5.Укрепление материально-технической базы, необходимой для эффективного развития муниципальной службы.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В качестве целевых показателей (индикаторов) подпрограммы определены: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количество муниципальных служащих, прошедших переподготовку и повышение квалификации;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доля вакантных должностей муниципальной службы, замещаемых на основе назначения из кадрового резерва, от числа назначений;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количество муниципальных служащих, включенных в кадровый резерв;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доля граждан, доверяющих муниципальным служащим;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количество мероприятий по противодействию коррупции на муниципальной службе и снижению уровня коррупционных проявлений;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уровень компьютеризации рабочих мест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улучшение и оздоровление условий труда путем обустройства рабочих мест муниципальных служащих (количество обустроенных рабочих мест);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уровень выполнения бюджетных обязательств по материально-техническому</w:t>
      </w:r>
      <w:r>
        <w:rPr>
          <w:rStyle w:val="apple-converted-space"/>
          <w:color w:val="363636"/>
        </w:rPr>
        <w:t> </w:t>
      </w:r>
      <w:r>
        <w:rPr>
          <w:rFonts w:ascii="Arial" w:hAnsi="Arial" w:cs="Arial"/>
          <w:color w:val="0E0B0D"/>
        </w:rPr>
        <w:t xml:space="preserve">обеспечению муниципальной службы 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сельсовета Беловского района Курской области по отношению к запланированным показателям;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количество муниципальных служащих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сельсовета Беловского района Курской области, прошедших диспансеризацию.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Реализация Подпрограммы 1 будет способствовать созданию необходимых условий для повышения эффективности и результативности развития муниципальной службы в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0E0B0D"/>
        </w:rPr>
        <w:t>сельсовете Беловского района Курской области. В рамках подпрограммы будут обеспечены следующие результаты: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- повышение эффективности и результативности муниципальной службы;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- внедрение и совершенствование механизмов формирования кадрового резерва;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- проведения аттестации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- переподготовка и повышение квалификации трех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- приобретение двух</w:t>
      </w:r>
      <w:r>
        <w:rPr>
          <w:rStyle w:val="apple-converted-space"/>
          <w:color w:val="0E0B0D"/>
        </w:rPr>
        <w:t> </w:t>
      </w:r>
      <w:r>
        <w:rPr>
          <w:rFonts w:ascii="Arial" w:hAnsi="Arial" w:cs="Arial"/>
          <w:color w:val="0E0B0D"/>
        </w:rPr>
        <w:t>компьютеров, ремонт компьютеров;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 - приобретение лицензированных программных продуктов;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E0B0D"/>
        </w:rPr>
        <w:t>       -обустройство трех рабочих мест;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-обеспечение материально-техническими ресурсами трех рабочих мест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- обеспечение доступа к сети «Интернет» 100</w:t>
      </w:r>
      <w:r>
        <w:rPr>
          <w:rStyle w:val="apple-converted-space"/>
          <w:color w:val="100D0F"/>
        </w:rPr>
        <w:t> </w:t>
      </w:r>
      <w:r>
        <w:rPr>
          <w:rFonts w:ascii="Arial" w:hAnsi="Arial" w:cs="Arial"/>
          <w:color w:val="100D0F"/>
        </w:rPr>
        <w:t>%</w:t>
      </w:r>
      <w:r>
        <w:rPr>
          <w:rStyle w:val="apple-converted-space"/>
          <w:color w:val="100D0F"/>
        </w:rPr>
        <w:t> </w:t>
      </w:r>
      <w:r>
        <w:rPr>
          <w:rFonts w:ascii="Arial" w:hAnsi="Arial" w:cs="Arial"/>
          <w:color w:val="100D0F"/>
        </w:rPr>
        <w:t>рабочих мест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- прохождение диспансеризации муниципальными служащими;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- увеличение доли вакантных должностей муниципальной службы, замещаемых на основе назначения из кадрового резерва, от числа назначений;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- увеличение на 1 человек муниципальных служащих, включенных в кадровый резерв;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- повышение доверия населения к органам местного самоуправления на 25%;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- повышения уровня материально-технического обеспечения муниципальной службы</w:t>
      </w:r>
      <w:r>
        <w:rPr>
          <w:rStyle w:val="apple-converted-space"/>
          <w:color w:val="100D0F"/>
        </w:rPr>
        <w:t> 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100D0F"/>
        </w:rPr>
        <w:t>сельсовета Беловского района курской области до 90 % по отношению к запланированным показателям;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 - формирование нетерпимого отношения к коррупции.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Подпрограмма реализуется в один этап: 2015-2017 годы.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100D0F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100D0F"/>
          <w:sz w:val="28"/>
          <w:szCs w:val="28"/>
        </w:rPr>
        <w:t>III. Характеристика основных мероприятий Подпрограммы 1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  <w:sz w:val="28"/>
          <w:szCs w:val="28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   Подпрограмма 1 содержит четыре основных мероприятия: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100D0F"/>
        </w:rPr>
        <w:t>         Основное мероприятие №1.1. «Повышение квалификации муниципальных</w:t>
      </w:r>
      <w:r>
        <w:rPr>
          <w:rFonts w:ascii="Arial" w:hAnsi="Arial" w:cs="Arial"/>
          <w:b/>
          <w:bCs/>
          <w:color w:val="575757"/>
        </w:rPr>
        <w:t>:</w:t>
      </w:r>
      <w:r>
        <w:rPr>
          <w:rStyle w:val="apple-converted-space"/>
          <w:b/>
          <w:bCs/>
          <w:color w:val="575757"/>
        </w:rPr>
        <w:t> </w:t>
      </w:r>
      <w:r>
        <w:rPr>
          <w:rFonts w:ascii="Arial" w:hAnsi="Arial" w:cs="Arial"/>
          <w:b/>
          <w:bCs/>
          <w:color w:val="100D0F"/>
        </w:rPr>
        <w:t>служащих».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В рамках осущес</w:t>
      </w:r>
      <w:r>
        <w:rPr>
          <w:rFonts w:ascii="Arial" w:hAnsi="Arial" w:cs="Arial"/>
          <w:color w:val="2D2A2D"/>
        </w:rPr>
        <w:t>т</w:t>
      </w:r>
      <w:r>
        <w:rPr>
          <w:rFonts w:ascii="Arial" w:hAnsi="Arial" w:cs="Arial"/>
          <w:color w:val="100D0F"/>
        </w:rPr>
        <w:t>вления этого основного мероприятия предусматривается: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- организация обучения муниципальных служащих на курсах повышения квалификац</w:t>
      </w:r>
      <w:r>
        <w:rPr>
          <w:rFonts w:ascii="Arial" w:hAnsi="Arial" w:cs="Arial"/>
          <w:color w:val="2D2A2D"/>
        </w:rPr>
        <w:t>и</w:t>
      </w:r>
      <w:r>
        <w:rPr>
          <w:rFonts w:ascii="Arial" w:hAnsi="Arial" w:cs="Arial"/>
          <w:color w:val="100D0F"/>
        </w:rPr>
        <w:t>и;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- повышение квалификации муниципальных служащих, в том числе включенных кадровый резерв.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100D0F"/>
        </w:rPr>
        <w:t>         Основное мероприятие №1.2. «Правовое регулирование оценки деятельности муниципального образования «</w:t>
      </w:r>
      <w:r>
        <w:rPr>
          <w:rFonts w:ascii="Arial" w:hAnsi="Arial" w:cs="Arial"/>
          <w:b/>
          <w:bCs/>
          <w:color w:val="040203"/>
        </w:rPr>
        <w:t>Вишневский</w:t>
      </w:r>
      <w:r>
        <w:rPr>
          <w:rStyle w:val="apple-converted-space"/>
          <w:b/>
          <w:bCs/>
          <w:color w:val="040203"/>
        </w:rPr>
        <w:t> </w:t>
      </w:r>
      <w:r>
        <w:rPr>
          <w:rFonts w:ascii="Arial" w:hAnsi="Arial" w:cs="Arial"/>
          <w:b/>
          <w:bCs/>
          <w:color w:val="100D0F"/>
        </w:rPr>
        <w:t>сельсовет» Беловского района Курской области и обеспечения прозрачности, доступности и гласности в сфере местного самоуправления».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   В рамках ос</w:t>
      </w:r>
      <w:r>
        <w:rPr>
          <w:rFonts w:ascii="Arial" w:hAnsi="Arial" w:cs="Arial"/>
          <w:color w:val="2D2A2D"/>
        </w:rPr>
        <w:t>у</w:t>
      </w:r>
      <w:r>
        <w:rPr>
          <w:rFonts w:ascii="Arial" w:hAnsi="Arial" w:cs="Arial"/>
          <w:color w:val="100D0F"/>
        </w:rPr>
        <w:t>щес</w:t>
      </w:r>
      <w:r>
        <w:rPr>
          <w:rFonts w:ascii="Arial" w:hAnsi="Arial" w:cs="Arial"/>
          <w:color w:val="2D2A2D"/>
        </w:rPr>
        <w:t>т</w:t>
      </w:r>
      <w:r>
        <w:rPr>
          <w:rFonts w:ascii="Arial" w:hAnsi="Arial" w:cs="Arial"/>
          <w:color w:val="100D0F"/>
        </w:rPr>
        <w:t>вления этого основного мероприятия предусматривается: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 - мониторинг внутренних и внешних источников формирования резерва муниципальных служащих;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 - обеспечение гласности и равного доступа граждан к муниципальной службе;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00D0F"/>
        </w:rPr>
        <w:t>     - проведение мероприятий антикоррупционной направленности.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100D0F"/>
        </w:rPr>
        <w:t>        Основное мероприятие №1.3. «Организация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муниципальном образовании «</w:t>
      </w:r>
      <w:r>
        <w:rPr>
          <w:rFonts w:ascii="Arial" w:hAnsi="Arial" w:cs="Arial"/>
          <w:b/>
          <w:bCs/>
          <w:color w:val="040203"/>
        </w:rPr>
        <w:t xml:space="preserve">Вишневский </w:t>
      </w:r>
      <w:r>
        <w:rPr>
          <w:rFonts w:ascii="Arial" w:hAnsi="Arial" w:cs="Arial"/>
          <w:b/>
          <w:bCs/>
          <w:color w:val="100D0F"/>
        </w:rPr>
        <w:t>сельсовет»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        В рамках осуществления этого основного мероприятия предусматривается проведение диспансеризации и пропаганда здорового образа жизни муниципальных служащих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141113"/>
        </w:rPr>
        <w:t>сельсовета Беловского района Курской области.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141113"/>
        </w:rPr>
        <w:t>         Основное мероприятие №1.4.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b/>
          <w:bCs/>
          <w:color w:val="141113"/>
        </w:rPr>
        <w:t xml:space="preserve">«Обеспечение материально-техническими ресурсами и информационно-коммуникационное сопровождение рабочих мест муниципальных служащих муниципального образования </w:t>
      </w:r>
      <w:r>
        <w:rPr>
          <w:rFonts w:ascii="Arial" w:hAnsi="Arial" w:cs="Arial"/>
          <w:b/>
          <w:bCs/>
          <w:color w:val="100D0F"/>
        </w:rPr>
        <w:t>«</w:t>
      </w:r>
      <w:r>
        <w:rPr>
          <w:rFonts w:ascii="Arial" w:hAnsi="Arial" w:cs="Arial"/>
          <w:b/>
          <w:bCs/>
          <w:color w:val="040203"/>
        </w:rPr>
        <w:t>Вишневский</w:t>
      </w:r>
      <w:r>
        <w:rPr>
          <w:rStyle w:val="apple-converted-space"/>
          <w:b/>
          <w:bCs/>
          <w:color w:val="040203"/>
        </w:rPr>
        <w:t> </w:t>
      </w:r>
      <w:r>
        <w:rPr>
          <w:rFonts w:ascii="Arial" w:hAnsi="Arial" w:cs="Arial"/>
          <w:b/>
          <w:bCs/>
          <w:color w:val="100D0F"/>
        </w:rPr>
        <w:t>сельсовет»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        В рамках осуществления этого основного мероприятия предусматривается: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  - материально-техническое обеспечение муниципальных служащих МО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color w:val="100D0F"/>
        </w:rPr>
        <w:t>«</w:t>
      </w:r>
      <w:r>
        <w:rPr>
          <w:rFonts w:ascii="Arial" w:hAnsi="Arial" w:cs="Arial"/>
          <w:color w:val="040203"/>
        </w:rPr>
        <w:t>Вишневский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100D0F"/>
        </w:rPr>
        <w:t>сельсовет»</w:t>
      </w:r>
      <w:r>
        <w:rPr>
          <w:rStyle w:val="apple-converted-space"/>
          <w:b/>
          <w:bCs/>
          <w:color w:val="100D0F"/>
        </w:rPr>
        <w:t> </w:t>
      </w:r>
      <w:r>
        <w:rPr>
          <w:rFonts w:ascii="Arial" w:hAnsi="Arial" w:cs="Arial"/>
          <w:color w:val="141113"/>
        </w:rPr>
        <w:t>   - мероприятия по приобретению, ремонту и обслуживанию компьютерной техники, оргтехники, приобретению и обновлению программного обеспечения для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color w:val="141113"/>
        </w:rPr>
        <w:t xml:space="preserve">обеспечения деятельности муниципальных служащих, замещающих должности муниципальной службы в 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141113"/>
        </w:rPr>
        <w:t>сельсовете;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  - обустройство и модернизация рабочих мест муниципальных служащих замещающих должности муниципальной службы в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141113"/>
        </w:rPr>
        <w:t>сельсовете;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  - обеспечение доступа к внешним информационным ресурсам и сетям связи, коммуникационным сетям и оплата почтовых расходов, связанных с исполнением</w:t>
      </w:r>
      <w:r>
        <w:rPr>
          <w:rStyle w:val="apple-converted-space"/>
          <w:color w:val="A7A7A7"/>
        </w:rPr>
        <w:t> </w:t>
      </w:r>
      <w:r>
        <w:rPr>
          <w:rFonts w:ascii="Arial" w:hAnsi="Arial" w:cs="Arial"/>
          <w:color w:val="141113"/>
        </w:rPr>
        <w:t>должностных обязанностей муниципальными служащими, замещающими должности муниципальной службы в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141113"/>
        </w:rPr>
        <w:t>сельсовете.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141113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141113"/>
          <w:sz w:val="28"/>
          <w:szCs w:val="28"/>
        </w:rPr>
        <w:t>IV. Обоснование объема финансовых ресурсов, необходимых для реализации Подпрограммы 1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    Обоснование планируемых объемов ресурсов на реализацию подпрограммы заключается в следующем: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    Подпрограмма 1 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развития муниципальной службы в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color w:val="040203"/>
        </w:rPr>
        <w:t>Вишневском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141113"/>
        </w:rPr>
        <w:t>сельсовете Беловского района Курской области.            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color w:val="A7A7A7"/>
        </w:rPr>
        <w:t>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50305"/>
        </w:rPr>
        <w:t>     Расходы на реализацию подпрограммы</w:t>
      </w:r>
      <w:r>
        <w:rPr>
          <w:rStyle w:val="apple-converted-space"/>
          <w:color w:val="050305"/>
        </w:rPr>
        <w:t> </w:t>
      </w:r>
      <w:r>
        <w:rPr>
          <w:rFonts w:ascii="Arial" w:hAnsi="Arial" w:cs="Arial"/>
          <w:color w:val="000000"/>
        </w:rPr>
        <w:t>«Реализация мероприятий, направленных на развитие муниципальной службы» муниципальной программы «Развитие муниципальной службы</w:t>
      </w:r>
      <w:r>
        <w:rPr>
          <w:rFonts w:ascii="Arial" w:hAnsi="Arial" w:cs="Arial"/>
          <w:color w:val="000000"/>
          <w:sz w:val="32"/>
          <w:szCs w:val="32"/>
        </w:rPr>
        <w:t>»</w:t>
      </w:r>
      <w:r>
        <w:rPr>
          <w:rStyle w:val="apple-converted-space"/>
          <w:color w:val="3C3B3C"/>
        </w:rPr>
        <w:t> </w:t>
      </w:r>
      <w:r>
        <w:rPr>
          <w:rFonts w:ascii="Arial" w:hAnsi="Arial" w:cs="Arial"/>
          <w:color w:val="141113"/>
        </w:rPr>
        <w:t>осуществляются в рамках текущего финансирования деятельности участников подпрограммы в соответствии с утвержденной бюджетной</w:t>
      </w:r>
      <w:r>
        <w:rPr>
          <w:rStyle w:val="apple-converted-space"/>
          <w:color w:val="676767"/>
        </w:rPr>
        <w:t> </w:t>
      </w:r>
      <w:r>
        <w:rPr>
          <w:rFonts w:ascii="Arial" w:hAnsi="Arial" w:cs="Arial"/>
          <w:color w:val="141113"/>
        </w:rPr>
        <w:t>сметой в пределах доведенных лимитов бюджетных обязательств согласно решению Собрания депутатов</w:t>
      </w:r>
      <w:r>
        <w:rPr>
          <w:rStyle w:val="apple-converted-space"/>
          <w:color w:val="141113"/>
        </w:rPr>
        <w:t> </w:t>
      </w:r>
      <w:r>
        <w:rPr>
          <w:rFonts w:ascii="Arial" w:hAnsi="Arial" w:cs="Arial"/>
          <w:color w:val="040203"/>
        </w:rPr>
        <w:t>Вишневского</w:t>
      </w:r>
      <w:r>
        <w:rPr>
          <w:rStyle w:val="apple-converted-space"/>
          <w:color w:val="040203"/>
        </w:rPr>
        <w:t> </w:t>
      </w:r>
      <w:r>
        <w:rPr>
          <w:rFonts w:ascii="Arial" w:hAnsi="Arial" w:cs="Arial"/>
          <w:color w:val="141113"/>
        </w:rPr>
        <w:t>сельсовета Беловского района Курской области на очередной финансовый год и плановый период.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141113"/>
        </w:rPr>
        <w:t>   Объем бюджетных ассигнований за счет средств местного бюджета Подпрограммы 1 муниципальной программы с 2015 по 2017 гг.составит</w:t>
      </w:r>
      <w:r>
        <w:rPr>
          <w:rStyle w:val="apple-converted-space"/>
          <w:color w:val="141113"/>
        </w:rPr>
        <w:t> </w:t>
      </w:r>
      <w:r w:rsidRPr="00571C5A">
        <w:rPr>
          <w:rFonts w:ascii="Arial" w:hAnsi="Arial" w:cs="Arial"/>
          <w:b/>
          <w:color w:val="0B090B"/>
        </w:rPr>
        <w:t>195 000</w:t>
      </w:r>
      <w:r>
        <w:rPr>
          <w:rFonts w:ascii="Arial" w:hAnsi="Arial" w:cs="Arial"/>
          <w:color w:val="0B090B"/>
        </w:rPr>
        <w:t xml:space="preserve"> рублей, в том числе</w:t>
      </w:r>
      <w:r>
        <w:rPr>
          <w:rFonts w:ascii="Arial" w:hAnsi="Arial" w:cs="Arial"/>
          <w:color w:val="2C2B2D"/>
        </w:rPr>
        <w:t>: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в 2015 году- 65 000 рублей,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в 2016 году</w:t>
      </w:r>
      <w:r>
        <w:rPr>
          <w:rStyle w:val="apple-converted-space"/>
          <w:color w:val="0B090B"/>
        </w:rPr>
        <w:t> </w:t>
      </w:r>
      <w:r>
        <w:rPr>
          <w:rFonts w:ascii="Arial" w:hAnsi="Arial" w:cs="Arial"/>
          <w:color w:val="000000"/>
        </w:rPr>
        <w:t>-65 000</w:t>
      </w:r>
      <w:r>
        <w:rPr>
          <w:rStyle w:val="apple-converted-space"/>
          <w:color w:val="0B090B"/>
        </w:rPr>
        <w:t> </w:t>
      </w:r>
      <w:r>
        <w:rPr>
          <w:rFonts w:ascii="Arial" w:hAnsi="Arial" w:cs="Arial"/>
          <w:color w:val="0B090B"/>
        </w:rPr>
        <w:t>рублей,</w:t>
      </w:r>
    </w:p>
    <w:p w:rsidR="00BC668F" w:rsidRDefault="00BC668F" w:rsidP="005C5FA2">
      <w:pPr>
        <w:pStyle w:val="NormalWeb"/>
        <w:shd w:val="clear" w:color="auto" w:fill="FFFFFF"/>
        <w:spacing w:before="1" w:beforeAutospacing="0" w:after="1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B090B"/>
        </w:rPr>
        <w:t>в 2017 году- 65 000 рублей,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br w:type="page"/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ПРИЛОЖЕНИЕ № 1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к муниципальной программе «Развитие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муниципальной службы в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40203"/>
        </w:rPr>
        <w:t>Вишневском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сельсовете Беловского района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Курской области на 2015 – 2017 годы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  <w:sz w:val="28"/>
          <w:szCs w:val="28"/>
        </w:rPr>
        <w:t>Сведения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40203"/>
          <w:sz w:val="28"/>
          <w:szCs w:val="28"/>
        </w:rPr>
        <w:t>о показателях (индикаторах) муниципальной программы «Развитие муниципальной службы в Вишневском сельсовете Беловского района Курской области на 2015-2017 годы» и ее подпрограмм и их значениях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 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14865" w:type="dxa"/>
        <w:tblInd w:w="-5" w:type="dxa"/>
        <w:tblCellMar>
          <w:left w:w="0" w:type="dxa"/>
          <w:right w:w="0" w:type="dxa"/>
        </w:tblCellMar>
        <w:tblLook w:val="0000"/>
      </w:tblPr>
      <w:tblGrid>
        <w:gridCol w:w="569"/>
        <w:gridCol w:w="142"/>
        <w:gridCol w:w="4739"/>
        <w:gridCol w:w="1483"/>
        <w:gridCol w:w="2216"/>
        <w:gridCol w:w="2116"/>
        <w:gridCol w:w="142"/>
        <w:gridCol w:w="142"/>
        <w:gridCol w:w="3316"/>
      </w:tblGrid>
      <w:tr w:rsidR="00BC668F" w:rsidTr="00EB4E7C">
        <w:trPr>
          <w:tblHeader/>
        </w:trPr>
        <w:tc>
          <w:tcPr>
            <w:tcW w:w="576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№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п/п</w:t>
            </w:r>
          </w:p>
        </w:tc>
        <w:tc>
          <w:tcPr>
            <w:tcW w:w="4833" w:type="dxa"/>
            <w:gridSpan w:val="2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Наименование</w:t>
            </w:r>
            <w:r>
              <w:rPr>
                <w:rStyle w:val="apple-converted-space"/>
              </w:rPr>
              <w:t> </w:t>
            </w:r>
            <w:r>
              <w:rPr>
                <w:rFonts w:ascii="Arial" w:hAnsi="Arial" w:cs="Arial"/>
              </w:rPr>
              <w:br/>
              <w:t>показателя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80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79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Значение показателя по годам</w:t>
            </w:r>
          </w:p>
        </w:tc>
      </w:tr>
      <w:tr w:rsidR="00BC668F" w:rsidTr="00EB4E7C"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216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3549" w:type="dxa"/>
            <w:gridSpan w:val="3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C668F" w:rsidTr="00EB4E7C"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16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549" w:type="dxa"/>
            <w:gridSpan w:val="3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BC668F" w:rsidTr="00EB4E7C">
        <w:tc>
          <w:tcPr>
            <w:tcW w:w="14861" w:type="dxa"/>
            <w:gridSpan w:val="9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Муниципальная программа</w:t>
            </w:r>
          </w:p>
        </w:tc>
      </w:tr>
      <w:tr w:rsidR="00BC668F" w:rsidTr="00EB4E7C"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Переподготовка и повышение квалификации 2 муниципальных служащих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03" w:type="dxa"/>
            <w:gridSpan w:val="3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223</w:t>
            </w:r>
          </w:p>
        </w:tc>
        <w:tc>
          <w:tcPr>
            <w:tcW w:w="3408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3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C668F" w:rsidTr="00EB4E7C"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на 1 человека муниципальных служащих в кадровый резерв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C668F" w:rsidTr="00EB4E7C"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Повышения доверия к органам местного самоуправления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процентов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4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BC668F" w:rsidTr="00EB4E7C">
        <w:trPr>
          <w:trHeight w:val="448"/>
        </w:trPr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Формирование нетерпимого отношения к коррупции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процентов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34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BC668F" w:rsidTr="00EB4E7C"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5,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Прохождение диспансеризации муниципальных служащих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4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BC668F" w:rsidTr="00EB4E7C"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Повышение уровня материально-технического обеспечения муниципальной службы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процентов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34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BC668F" w:rsidTr="00EB4E7C"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Приобретение  компьютеров, приобретение лицензированных программных продуктов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единиц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C668F" w:rsidTr="00EB4E7C"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3 рабочих мест; обеспечение материально-техническими ресурсами 3 рабочих мест муниципальных служащих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единиц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C668F" w:rsidTr="00EB4E7C">
        <w:trPr>
          <w:trHeight w:val="628"/>
        </w:trPr>
        <w:tc>
          <w:tcPr>
            <w:tcW w:w="585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82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доступа к сети «Интернет» 100 % рабочих мест муниципальных служащих</w:t>
            </w:r>
          </w:p>
        </w:tc>
        <w:tc>
          <w:tcPr>
            <w:tcW w:w="148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процентов</w:t>
            </w:r>
          </w:p>
        </w:tc>
        <w:tc>
          <w:tcPr>
            <w:tcW w:w="2261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3457" w:type="dxa"/>
            <w:gridSpan w:val="2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17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BC668F" w:rsidTr="00EB4E7C">
        <w:tc>
          <w:tcPr>
            <w:tcW w:w="570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144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4830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2265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2160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144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144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3405" w:type="dxa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C668F" w:rsidRDefault="00BC668F" w:rsidP="00EB4E7C">
            <w:pPr>
              <w:spacing w:line="341" w:lineRule="atLeast"/>
              <w:rPr>
                <w:rFonts w:ascii="Verdana" w:hAnsi="Verdana"/>
                <w:sz w:val="2"/>
                <w:szCs w:val="20"/>
              </w:rPr>
            </w:pPr>
          </w:p>
        </w:tc>
      </w:tr>
    </w:tbl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ПРИЛОЖЕНИЕ № 2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к муниципальной программе «Развитие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муниципальной службы в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40203"/>
        </w:rPr>
        <w:t>Вишневском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сельсовете Беловского района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Курской области на 2015 - 2017 годы»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40203"/>
        </w:rPr>
        <w:t> </w:t>
      </w:r>
    </w:p>
    <w:p w:rsidR="00BC668F" w:rsidRPr="00571C5A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571C5A">
        <w:rPr>
          <w:rFonts w:ascii="Arial" w:hAnsi="Arial" w:cs="Arial"/>
          <w:b/>
          <w:bCs/>
          <w:color w:val="040203"/>
          <w:sz w:val="28"/>
          <w:szCs w:val="28"/>
        </w:rPr>
        <w:t>ПЕРЕЧЕНЬ</w:t>
      </w:r>
    </w:p>
    <w:p w:rsidR="00BC668F" w:rsidRPr="00571C5A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571C5A">
        <w:rPr>
          <w:rFonts w:ascii="Arial" w:hAnsi="Arial" w:cs="Arial"/>
          <w:b/>
          <w:bCs/>
          <w:color w:val="040203"/>
          <w:sz w:val="28"/>
          <w:szCs w:val="28"/>
        </w:rPr>
        <w:t>Подпрограмм и основных мероприятий муниципальной программы «Развитие муниципальной службы в Вишневском сельсовете Беловского района Курской области на</w:t>
      </w:r>
      <w:r w:rsidRPr="00571C5A">
        <w:rPr>
          <w:rStyle w:val="apple-converted-space"/>
          <w:b/>
          <w:bCs/>
          <w:color w:val="040203"/>
          <w:sz w:val="28"/>
          <w:szCs w:val="28"/>
        </w:rPr>
        <w:t> </w:t>
      </w:r>
      <w:r w:rsidRPr="00571C5A">
        <w:rPr>
          <w:rFonts w:ascii="Arial" w:hAnsi="Arial" w:cs="Arial"/>
          <w:b/>
          <w:bCs/>
          <w:color w:val="292D24"/>
          <w:sz w:val="28"/>
          <w:szCs w:val="28"/>
        </w:rPr>
        <w:t>2015 - 2017</w:t>
      </w:r>
      <w:r w:rsidRPr="00571C5A">
        <w:rPr>
          <w:rStyle w:val="apple-converted-space"/>
          <w:b/>
          <w:bCs/>
          <w:color w:val="292D24"/>
          <w:sz w:val="28"/>
          <w:szCs w:val="28"/>
        </w:rPr>
        <w:t> </w:t>
      </w:r>
      <w:r w:rsidRPr="00571C5A">
        <w:rPr>
          <w:rFonts w:ascii="Arial" w:hAnsi="Arial" w:cs="Arial"/>
          <w:b/>
          <w:bCs/>
          <w:color w:val="040203"/>
          <w:sz w:val="28"/>
          <w:szCs w:val="28"/>
        </w:rPr>
        <w:t>годы»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                          </w:t>
      </w:r>
    </w:p>
    <w:tbl>
      <w:tblPr>
        <w:tblW w:w="15030" w:type="dxa"/>
        <w:tblInd w:w="55" w:type="dxa"/>
        <w:tblCellMar>
          <w:left w:w="0" w:type="dxa"/>
          <w:right w:w="0" w:type="dxa"/>
        </w:tblCellMar>
        <w:tblLook w:val="0000"/>
      </w:tblPr>
      <w:tblGrid>
        <w:gridCol w:w="637"/>
        <w:gridCol w:w="3397"/>
        <w:gridCol w:w="1214"/>
        <w:gridCol w:w="1434"/>
        <w:gridCol w:w="3184"/>
        <w:gridCol w:w="3387"/>
        <w:gridCol w:w="1777"/>
      </w:tblGrid>
      <w:tr w:rsidR="00BC668F" w:rsidTr="00EB4E7C">
        <w:tc>
          <w:tcPr>
            <w:tcW w:w="720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п/п</w:t>
            </w:r>
          </w:p>
        </w:tc>
        <w:tc>
          <w:tcPr>
            <w:tcW w:w="3442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подпрограммы муниципальной программы,</w:t>
            </w:r>
          </w:p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основного мероприятия</w:t>
            </w:r>
          </w:p>
        </w:tc>
        <w:tc>
          <w:tcPr>
            <w:tcW w:w="1838" w:type="dxa"/>
            <w:gridSpan w:val="2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                срок</w:t>
            </w:r>
          </w:p>
        </w:tc>
        <w:tc>
          <w:tcPr>
            <w:tcW w:w="3495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3720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Последствия нереализации муниципальной программы, основного мероприятия</w:t>
            </w:r>
          </w:p>
        </w:tc>
        <w:tc>
          <w:tcPr>
            <w:tcW w:w="18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муниципальной программы (подпрограммы)</w:t>
            </w:r>
          </w:p>
        </w:tc>
      </w:tr>
      <w:tr w:rsidR="00BC668F" w:rsidTr="00EB4E7C"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начало реализации</w:t>
            </w:r>
          </w:p>
        </w:tc>
        <w:tc>
          <w:tcPr>
            <w:tcW w:w="93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окончание реализации</w:t>
            </w: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C668F" w:rsidTr="00EB4E7C">
        <w:trPr>
          <w:trHeight w:val="25"/>
        </w:trPr>
        <w:tc>
          <w:tcPr>
            <w:tcW w:w="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2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4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2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8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2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2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2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2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25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668F" w:rsidTr="00EB4E7C">
        <w:tc>
          <w:tcPr>
            <w:tcW w:w="15028" w:type="dxa"/>
            <w:gridSpan w:val="7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</w:tr>
      <w:tr w:rsidR="00BC668F" w:rsidTr="00EB4E7C">
        <w:tc>
          <w:tcPr>
            <w:tcW w:w="720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42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00D0F"/>
              </w:rPr>
              <w:t>Основное мероприятие №1.l. «Повышение квалификации муниципальны</w:t>
            </w:r>
            <w:r>
              <w:rPr>
                <w:rFonts w:ascii="Arial" w:hAnsi="Arial" w:cs="Arial"/>
                <w:color w:val="575757"/>
              </w:rPr>
              <w:t>х</w:t>
            </w:r>
            <w:r>
              <w:rPr>
                <w:rStyle w:val="apple-converted-space"/>
                <w:color w:val="575757"/>
              </w:rPr>
              <w:t> </w:t>
            </w:r>
            <w:r>
              <w:rPr>
                <w:rFonts w:ascii="Arial" w:hAnsi="Arial" w:cs="Arial"/>
                <w:color w:val="100D0F"/>
              </w:rPr>
              <w:t>служащих»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571C5A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Переподготовка и повышение квалификации 2 муниципальных служащих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качества предоставляемых услуг населению муниципальными служащими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Показатель1</w:t>
            </w:r>
          </w:p>
        </w:tc>
      </w:tr>
      <w:tr w:rsidR="00BC668F" w:rsidTr="00EB4E7C"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на 1 человека муниципальных служащих в кадровый резерв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профессионального уровня муниципальных служащих, включенных в кадровый резерв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2</w:t>
            </w:r>
          </w:p>
        </w:tc>
      </w:tr>
      <w:tr w:rsidR="00BC668F" w:rsidTr="00EB4E7C">
        <w:tc>
          <w:tcPr>
            <w:tcW w:w="720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42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00D0F"/>
              </w:rPr>
              <w:t>Основное мероприятие №1.2. «Правовое регулирование оценки деятельности МО «</w:t>
            </w:r>
            <w:r>
              <w:rPr>
                <w:rFonts w:ascii="Arial" w:hAnsi="Arial" w:cs="Arial"/>
                <w:color w:val="040203"/>
              </w:rPr>
              <w:t>Вишневский</w:t>
            </w:r>
            <w:r>
              <w:rPr>
                <w:rStyle w:val="apple-converted-space"/>
                <w:color w:val="100D0F"/>
              </w:rPr>
              <w:t> </w:t>
            </w:r>
            <w:r>
              <w:rPr>
                <w:rFonts w:ascii="Arial" w:hAnsi="Arial" w:cs="Arial"/>
                <w:color w:val="100D0F"/>
              </w:rPr>
              <w:t>сельсовет» Беловского района Курской области и обеспечения прозрачности, доступности и гласности в сфере местного самоуправления».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Повышения доверия к органам местного самоуправления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доверия к муниципальной службе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3</w:t>
            </w:r>
          </w:p>
        </w:tc>
      </w:tr>
      <w:tr w:rsidR="00BC668F" w:rsidTr="00EB4E7C"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Формирование нетерпимого отношения к коррупции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предпосылок к коррупционным деяниям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4</w:t>
            </w:r>
          </w:p>
        </w:tc>
      </w:tr>
      <w:tr w:rsidR="00BC668F" w:rsidTr="00EB4E7C">
        <w:tc>
          <w:tcPr>
            <w:tcW w:w="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4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00D0F"/>
              </w:rPr>
              <w:t>Основное мероприятие №1.3. «Организация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МО «</w:t>
            </w:r>
            <w:r>
              <w:rPr>
                <w:rFonts w:ascii="Arial" w:hAnsi="Arial" w:cs="Arial"/>
                <w:color w:val="040203"/>
              </w:rPr>
              <w:t xml:space="preserve">Вишневский </w:t>
            </w:r>
            <w:r>
              <w:rPr>
                <w:rFonts w:ascii="Arial" w:hAnsi="Arial" w:cs="Arial"/>
                <w:color w:val="100D0F"/>
              </w:rPr>
              <w:t>сельсовет»</w:t>
            </w:r>
          </w:p>
        </w:tc>
        <w:tc>
          <w:tcPr>
            <w:tcW w:w="908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93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Прохождение диспансеризации муниципальных служащих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Несвоевременное выявление заболеваний, в том числе препятствующих прохождению муниципальной службы; ослабление физического и психического здоровья муниципальных служащих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5</w:t>
            </w:r>
          </w:p>
        </w:tc>
      </w:tr>
      <w:tr w:rsidR="00BC668F" w:rsidTr="00EB4E7C">
        <w:tc>
          <w:tcPr>
            <w:tcW w:w="720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42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41113"/>
              </w:rPr>
              <w:t>Основное мероприятие №1.4. «Обеспечение материально-техническими ресурсами и информационно-коммуникационное сопровождение рабочих мест муниципальных служащих МО «</w:t>
            </w:r>
            <w:r>
              <w:rPr>
                <w:rFonts w:ascii="Arial" w:hAnsi="Arial" w:cs="Arial"/>
                <w:color w:val="040203"/>
              </w:rPr>
              <w:t xml:space="preserve">Вишневский </w:t>
            </w:r>
            <w:r>
              <w:rPr>
                <w:rFonts w:ascii="Arial" w:hAnsi="Arial" w:cs="Arial"/>
                <w:color w:val="141113"/>
              </w:rPr>
              <w:t>сельсовет».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Повышение уровня материально-технического обеспечения муниципальной службы до 90%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уровня материально-технического обеспечения муниципальной службы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6</w:t>
            </w:r>
          </w:p>
        </w:tc>
      </w:tr>
      <w:tr w:rsidR="00BC668F" w:rsidTr="00EB4E7C"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571C5A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Приобретение 1 компьютера приобретение лицензированных программных продуктов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Ухудшение уровня материально-технического обеспечения муниципальных служащих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7</w:t>
            </w:r>
          </w:p>
        </w:tc>
      </w:tr>
      <w:tr w:rsidR="00BC668F" w:rsidTr="00EB4E7C"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3 рабочих мест; обеспечение материально-техническими ресурсами 3 рабочих мест муниципальных служащих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эффективности работы муниципальных служащих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8</w:t>
            </w:r>
          </w:p>
        </w:tc>
      </w:tr>
      <w:tr w:rsidR="00BC668F" w:rsidTr="00EB4E7C"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доступа к сети «Интернет» 100 % рабочих мест муниципальных служащих</w:t>
            </w:r>
          </w:p>
        </w:tc>
        <w:tc>
          <w:tcPr>
            <w:tcW w:w="3720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уровня обеспеченности муниципальных служащих информационными ресурсами</w:t>
            </w:r>
          </w:p>
        </w:tc>
        <w:tc>
          <w:tcPr>
            <w:tcW w:w="1813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9</w:t>
            </w:r>
          </w:p>
        </w:tc>
      </w:tr>
    </w:tbl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ПРИЛОЖЕНИЕ № 3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к муниципальной программе «Развитие муниципальной службы в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40203"/>
        </w:rPr>
        <w:t>Вишневском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сельсовете Беловского района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Курской области на 2015 - 2017 годы»</w:t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Arial" w:hAnsi="Arial" w:cs="Arial"/>
          <w:b/>
          <w:bCs/>
          <w:color w:val="292D24"/>
          <w:sz w:val="32"/>
          <w:szCs w:val="32"/>
        </w:rPr>
      </w:pPr>
    </w:p>
    <w:p w:rsidR="00BC668F" w:rsidRPr="00571C5A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571C5A">
        <w:rPr>
          <w:rFonts w:ascii="Arial" w:hAnsi="Arial" w:cs="Arial"/>
          <w:b/>
          <w:bCs/>
          <w:color w:val="292D24"/>
          <w:sz w:val="28"/>
          <w:szCs w:val="28"/>
        </w:rPr>
        <w:t>РЕСУРСНОЕ ОБЕСПЕЧЕНИЕ</w:t>
      </w:r>
    </w:p>
    <w:p w:rsidR="00BC668F" w:rsidRPr="00571C5A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  <w:rPr>
          <w:rFonts w:ascii="Verdana" w:hAnsi="Verdana"/>
          <w:color w:val="292D24"/>
          <w:sz w:val="28"/>
          <w:szCs w:val="28"/>
        </w:rPr>
      </w:pPr>
      <w:r w:rsidRPr="00571C5A">
        <w:rPr>
          <w:rFonts w:ascii="Arial" w:hAnsi="Arial" w:cs="Arial"/>
          <w:b/>
          <w:bCs/>
          <w:color w:val="292D24"/>
          <w:sz w:val="28"/>
          <w:szCs w:val="28"/>
        </w:rPr>
        <w:t>муниципальной программы «Развитие муниципальной службы</w:t>
      </w:r>
      <w:r w:rsidRPr="00571C5A">
        <w:rPr>
          <w:rStyle w:val="apple-converted-space"/>
          <w:b/>
          <w:bCs/>
          <w:color w:val="292D24"/>
          <w:sz w:val="28"/>
          <w:szCs w:val="28"/>
        </w:rPr>
        <w:t> </w:t>
      </w:r>
      <w:r w:rsidRPr="00571C5A">
        <w:rPr>
          <w:rFonts w:ascii="Arial" w:hAnsi="Arial" w:cs="Arial"/>
          <w:b/>
          <w:bCs/>
          <w:color w:val="040203"/>
          <w:sz w:val="28"/>
          <w:szCs w:val="28"/>
        </w:rPr>
        <w:t>Вишневского сельсовета </w:t>
      </w:r>
      <w:r w:rsidRPr="00571C5A">
        <w:rPr>
          <w:rFonts w:ascii="Arial" w:hAnsi="Arial" w:cs="Arial"/>
          <w:b/>
          <w:bCs/>
          <w:color w:val="292D24"/>
          <w:sz w:val="28"/>
          <w:szCs w:val="28"/>
        </w:rPr>
        <w:t>Беловского района Курской области на 2015 - 2017 годы»</w:t>
      </w:r>
    </w:p>
    <w:tbl>
      <w:tblPr>
        <w:tblW w:w="15015" w:type="dxa"/>
        <w:tblInd w:w="-35" w:type="dxa"/>
        <w:tblCellMar>
          <w:left w:w="0" w:type="dxa"/>
          <w:right w:w="0" w:type="dxa"/>
        </w:tblCellMar>
        <w:tblLook w:val="0000"/>
      </w:tblPr>
      <w:tblGrid>
        <w:gridCol w:w="1839"/>
        <w:gridCol w:w="5520"/>
        <w:gridCol w:w="1441"/>
        <w:gridCol w:w="1870"/>
        <w:gridCol w:w="1808"/>
        <w:gridCol w:w="2537"/>
      </w:tblGrid>
      <w:tr w:rsidR="00BC668F" w:rsidTr="00EB4E7C">
        <w:tc>
          <w:tcPr>
            <w:tcW w:w="1839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1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статус</w:t>
            </w:r>
          </w:p>
        </w:tc>
        <w:tc>
          <w:tcPr>
            <w:tcW w:w="5529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1cxspmiddle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Наименование муниципальной программы, подпрограмм муниципальной программы, основного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1cxsplast"/>
              <w:spacing w:before="195" w:beforeAutospacing="0" w:after="195" w:afterAutospacing="0" w:line="341" w:lineRule="atLeast"/>
              <w:ind w:right="-108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62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в т.ч. по годам ( тыс. рублей)</w:t>
            </w:r>
          </w:p>
        </w:tc>
      </w:tr>
      <w:tr w:rsidR="00BC668F" w:rsidTr="00EB4E7C"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8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2016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544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</w:t>
            </w:r>
          </w:p>
        </w:tc>
      </w:tr>
      <w:tr w:rsidR="00BC668F" w:rsidTr="00EB4E7C">
        <w:tc>
          <w:tcPr>
            <w:tcW w:w="1839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1"/>
              <w:spacing w:before="195" w:beforeAutospacing="0" w:after="195" w:afterAutospacing="0" w:line="341" w:lineRule="atLeast"/>
              <w:ind w:righ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«Развитие муниципальной службы </w:t>
            </w:r>
            <w:r>
              <w:rPr>
                <w:rFonts w:ascii="Arial" w:hAnsi="Arial" w:cs="Arial"/>
                <w:color w:val="040203"/>
              </w:rPr>
              <w:t>Вишневского сельсовета Беловского района Курской области на 2015 - 2017 годы»</w:t>
            </w:r>
          </w:p>
        </w:tc>
        <w:tc>
          <w:tcPr>
            <w:tcW w:w="1417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187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18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2544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65,0</w:t>
            </w:r>
          </w:p>
        </w:tc>
      </w:tr>
      <w:tr w:rsidR="00BC668F" w:rsidTr="00EB4E7C">
        <w:trPr>
          <w:trHeight w:val="550"/>
        </w:trPr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vAlign w:val="center"/>
          </w:tcPr>
          <w:p w:rsidR="00BC668F" w:rsidRDefault="00BC668F" w:rsidP="00EB4E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местный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бюджет</w:t>
            </w:r>
          </w:p>
        </w:tc>
        <w:tc>
          <w:tcPr>
            <w:tcW w:w="1874" w:type="dxa"/>
            <w:tcBorders>
              <w:top w:val="nil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1812" w:type="dxa"/>
            <w:tcBorders>
              <w:top w:val="nil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2544" w:type="dxa"/>
            <w:tcBorders>
              <w:top w:val="nil"/>
              <w:left w:val="single" w:sz="8" w:space="0" w:color="98A48E"/>
              <w:bottom w:val="nil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0" w:beforeAutospacing="0" w:after="200" w:afterAutospacing="0" w:line="341" w:lineRule="atLeast"/>
              <w:ind w:left="-129" w:right="-125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BC668F" w:rsidTr="00EB4E7C">
        <w:trPr>
          <w:trHeight w:val="1375"/>
        </w:trPr>
        <w:tc>
          <w:tcPr>
            <w:tcW w:w="183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ind w:righ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Подпрограмма 1</w:t>
            </w:r>
          </w:p>
        </w:tc>
        <w:tc>
          <w:tcPr>
            <w:tcW w:w="552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«Создание условий для повышения результативности профессиональной деятельности муниципальных служащих в</w:t>
            </w:r>
            <w:r>
              <w:rPr>
                <w:rStyle w:val="apple-converted-space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40203"/>
                <w:sz w:val="20"/>
                <w:szCs w:val="20"/>
              </w:rPr>
              <w:t>Вишневском сельсовете Беловского района Курской области</w:t>
            </w:r>
          </w:p>
        </w:tc>
        <w:tc>
          <w:tcPr>
            <w:tcW w:w="1417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местный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бюджет</w:t>
            </w:r>
          </w:p>
        </w:tc>
        <w:tc>
          <w:tcPr>
            <w:tcW w:w="1874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1812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2544" w:type="dxa"/>
            <w:tcBorders>
              <w:top w:val="single" w:sz="8" w:space="0" w:color="98A48E"/>
              <w:left w:val="single" w:sz="8" w:space="0" w:color="98A48E"/>
              <w:bottom w:val="nil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0" w:beforeAutospacing="0" w:after="200" w:afterAutospacing="0" w:line="341" w:lineRule="atLeast"/>
              <w:ind w:left="-129" w:right="-125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BC668F" w:rsidTr="00EB4E7C">
        <w:trPr>
          <w:trHeight w:val="550"/>
        </w:trPr>
        <w:tc>
          <w:tcPr>
            <w:tcW w:w="183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a0"/>
              <w:spacing w:before="195" w:beforeAutospacing="0" w:after="195" w:afterAutospacing="0" w:line="341" w:lineRule="atLeast"/>
              <w:ind w:righ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Основное мероприятие 1.1</w:t>
            </w:r>
          </w:p>
        </w:tc>
        <w:tc>
          <w:tcPr>
            <w:tcW w:w="552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00D0F"/>
              </w:rPr>
              <w:t>Повышение квалификации муниципальны</w:t>
            </w:r>
            <w:r>
              <w:rPr>
                <w:rFonts w:ascii="Arial" w:hAnsi="Arial" w:cs="Arial"/>
                <w:color w:val="575757"/>
              </w:rPr>
              <w:t xml:space="preserve">х </w:t>
            </w:r>
            <w:r>
              <w:rPr>
                <w:rFonts w:ascii="Arial" w:hAnsi="Arial" w:cs="Arial"/>
                <w:color w:val="100D0F"/>
              </w:rPr>
              <w:t>служащих</w:t>
            </w:r>
          </w:p>
        </w:tc>
        <w:tc>
          <w:tcPr>
            <w:tcW w:w="1417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местный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бюджет</w:t>
            </w:r>
          </w:p>
        </w:tc>
        <w:tc>
          <w:tcPr>
            <w:tcW w:w="1874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1812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2544" w:type="dxa"/>
            <w:tcBorders>
              <w:top w:val="single" w:sz="8" w:space="0" w:color="98A48E"/>
              <w:left w:val="single" w:sz="8" w:space="0" w:color="98A48E"/>
              <w:bottom w:val="nil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0" w:beforeAutospacing="0" w:after="200" w:afterAutospacing="0" w:line="341" w:lineRule="atLeast"/>
              <w:ind w:left="-129" w:right="-125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BC668F" w:rsidTr="00EB4E7C">
        <w:trPr>
          <w:trHeight w:val="245"/>
        </w:trPr>
        <w:tc>
          <w:tcPr>
            <w:tcW w:w="183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00D0F"/>
              </w:rPr>
              <w:t>Основное мероприятие №1.2.</w:t>
            </w:r>
          </w:p>
        </w:tc>
        <w:tc>
          <w:tcPr>
            <w:tcW w:w="552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00D0F"/>
              </w:rPr>
              <w:t>Правовое регулирование оценки деятельности МО «</w:t>
            </w:r>
            <w:r>
              <w:rPr>
                <w:rFonts w:ascii="Arial" w:hAnsi="Arial" w:cs="Arial"/>
                <w:color w:val="040203"/>
              </w:rPr>
              <w:t>Вишневский</w:t>
            </w:r>
            <w:r>
              <w:rPr>
                <w:rStyle w:val="apple-converted-space"/>
                <w:color w:val="100D0F"/>
              </w:rPr>
              <w:t> </w:t>
            </w:r>
            <w:r>
              <w:rPr>
                <w:rFonts w:ascii="Arial" w:hAnsi="Arial" w:cs="Arial"/>
                <w:color w:val="100D0F"/>
              </w:rPr>
              <w:t>сельсовет» Беловского района Курской области и обеспечения прозрачности, доступности и гласности в сфере местного самоуправления</w:t>
            </w:r>
          </w:p>
        </w:tc>
        <w:tc>
          <w:tcPr>
            <w:tcW w:w="1417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местный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бюджет</w:t>
            </w:r>
          </w:p>
        </w:tc>
        <w:tc>
          <w:tcPr>
            <w:tcW w:w="1874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12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0" w:beforeAutospacing="0" w:after="200" w:afterAutospacing="0" w:line="341" w:lineRule="atLeast"/>
              <w:ind w:left="-129" w:right="-125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C668F" w:rsidTr="00EB4E7C">
        <w:trPr>
          <w:trHeight w:val="2250"/>
        </w:trPr>
        <w:tc>
          <w:tcPr>
            <w:tcW w:w="183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00D0F"/>
              </w:rPr>
              <w:t>Основное мероприятие №1.3.</w:t>
            </w:r>
          </w:p>
        </w:tc>
        <w:tc>
          <w:tcPr>
            <w:tcW w:w="552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ind w:righ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00D0F"/>
              </w:rPr>
              <w:t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МО «</w:t>
            </w:r>
            <w:r>
              <w:rPr>
                <w:rFonts w:ascii="Arial" w:hAnsi="Arial" w:cs="Arial"/>
                <w:color w:val="040203"/>
              </w:rPr>
              <w:t>Вишневский</w:t>
            </w:r>
            <w:r>
              <w:rPr>
                <w:rStyle w:val="apple-converted-space"/>
                <w:color w:val="100D0F"/>
              </w:rPr>
              <w:t> </w:t>
            </w:r>
            <w:r>
              <w:rPr>
                <w:rFonts w:ascii="Arial" w:hAnsi="Arial" w:cs="Arial"/>
                <w:color w:val="100D0F"/>
              </w:rPr>
              <w:t>сельсовет»</w:t>
            </w:r>
          </w:p>
        </w:tc>
        <w:tc>
          <w:tcPr>
            <w:tcW w:w="1417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местный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бюджет</w:t>
            </w:r>
          </w:p>
        </w:tc>
        <w:tc>
          <w:tcPr>
            <w:tcW w:w="187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18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2544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0" w:beforeAutospacing="0" w:after="200" w:afterAutospacing="0" w:line="341" w:lineRule="atLeast"/>
              <w:ind w:left="-129" w:right="-125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BC668F" w:rsidTr="00EB4E7C">
        <w:trPr>
          <w:trHeight w:val="1375"/>
        </w:trPr>
        <w:tc>
          <w:tcPr>
            <w:tcW w:w="183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41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41113"/>
              </w:rPr>
              <w:t>Основное мероприятие №1.4.</w:t>
            </w:r>
          </w:p>
        </w:tc>
        <w:tc>
          <w:tcPr>
            <w:tcW w:w="5529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hd w:val="clear" w:color="auto" w:fill="FFFFFF"/>
              <w:spacing w:before="1" w:beforeAutospacing="0" w:after="1" w:afterAutospacing="0" w:line="390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color w:val="141113"/>
              </w:rPr>
              <w:t>Обеспечение материально-техническими ресурсами и информационно-коммуникационное сопровождение рабочих мест муниципальных служащих МО «</w:t>
            </w:r>
            <w:r>
              <w:rPr>
                <w:rFonts w:ascii="Arial" w:hAnsi="Arial" w:cs="Arial"/>
                <w:color w:val="040203"/>
              </w:rPr>
              <w:t>Вишневский</w:t>
            </w:r>
            <w:r>
              <w:rPr>
                <w:rStyle w:val="apple-converted-space"/>
                <w:color w:val="141113"/>
              </w:rPr>
              <w:t> </w:t>
            </w:r>
            <w:r>
              <w:rPr>
                <w:rFonts w:ascii="Arial" w:hAnsi="Arial" w:cs="Arial"/>
                <w:color w:val="141113"/>
              </w:rPr>
              <w:t>сельсовет»</w:t>
            </w:r>
          </w:p>
        </w:tc>
        <w:tc>
          <w:tcPr>
            <w:tcW w:w="1417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местный</w:t>
            </w:r>
          </w:p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бюджет</w:t>
            </w:r>
          </w:p>
        </w:tc>
        <w:tc>
          <w:tcPr>
            <w:tcW w:w="1874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1812" w:type="dxa"/>
            <w:tcBorders>
              <w:top w:val="nil"/>
              <w:left w:val="single" w:sz="8" w:space="0" w:color="98A48E"/>
              <w:bottom w:val="single" w:sz="8" w:space="0" w:color="98A48E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2544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68F" w:rsidRDefault="00BC668F" w:rsidP="00EB4E7C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51,0</w:t>
            </w:r>
          </w:p>
        </w:tc>
      </w:tr>
    </w:tbl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br w:type="page"/>
      </w:r>
    </w:p>
    <w:p w:rsidR="00BC668F" w:rsidRDefault="00BC668F" w:rsidP="005C5FA2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                                              </w:t>
      </w:r>
    </w:p>
    <w:p w:rsidR="00BC668F" w:rsidRDefault="00BC668F" w:rsidP="00716C1B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  <w:r>
        <w:rPr>
          <w:rFonts w:ascii="Verdana" w:hAnsi="Verdana"/>
          <w:color w:val="292D24"/>
          <w:sz w:val="20"/>
          <w:szCs w:val="20"/>
        </w:rPr>
        <w:t xml:space="preserve"> </w:t>
      </w:r>
    </w:p>
    <w:p w:rsidR="00BC668F" w:rsidRDefault="00BC668F"/>
    <w:sectPr w:rsidR="00BC668F" w:rsidSect="00571C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FA2"/>
    <w:rsid w:val="001D562E"/>
    <w:rsid w:val="00263D36"/>
    <w:rsid w:val="002E53F2"/>
    <w:rsid w:val="00571C5A"/>
    <w:rsid w:val="005C5FA2"/>
    <w:rsid w:val="00716C1B"/>
    <w:rsid w:val="0081098F"/>
    <w:rsid w:val="0089012B"/>
    <w:rsid w:val="008E09FC"/>
    <w:rsid w:val="00A9554E"/>
    <w:rsid w:val="00BC668F"/>
    <w:rsid w:val="00CF5A4A"/>
    <w:rsid w:val="00CF61A8"/>
    <w:rsid w:val="00E65309"/>
    <w:rsid w:val="00E76060"/>
    <w:rsid w:val="00EB4E7C"/>
    <w:rsid w:val="00F27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F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5C5F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5F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5C5FA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5FA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5FA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5FA2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rsid w:val="005C5FA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5C5FA2"/>
    <w:rPr>
      <w:rFonts w:cs="Times New Roman"/>
    </w:rPr>
  </w:style>
  <w:style w:type="character" w:styleId="Strong">
    <w:name w:val="Strong"/>
    <w:basedOn w:val="DefaultParagraphFont"/>
    <w:uiPriority w:val="99"/>
    <w:qFormat/>
    <w:rsid w:val="005C5FA2"/>
    <w:rPr>
      <w:rFonts w:cs="Times New Roman"/>
      <w:b/>
      <w:bCs/>
    </w:rPr>
  </w:style>
  <w:style w:type="paragraph" w:customStyle="1" w:styleId="default">
    <w:name w:val="default"/>
    <w:basedOn w:val="Normal"/>
    <w:uiPriority w:val="99"/>
    <w:rsid w:val="005C5FA2"/>
    <w:pPr>
      <w:spacing w:before="100" w:beforeAutospacing="1" w:after="100" w:afterAutospacing="1"/>
    </w:pPr>
  </w:style>
  <w:style w:type="paragraph" w:customStyle="1" w:styleId="consplusnormal">
    <w:name w:val="consplusnormal"/>
    <w:basedOn w:val="Normal"/>
    <w:uiPriority w:val="99"/>
    <w:rsid w:val="005C5FA2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rsid w:val="005C5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C5FA2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5C5FA2"/>
    <w:rPr>
      <w:rFonts w:cs="Times New Roman"/>
      <w:color w:val="0000FF"/>
      <w:u w:val="single"/>
    </w:rPr>
  </w:style>
  <w:style w:type="paragraph" w:customStyle="1" w:styleId="consplusnonformat">
    <w:name w:val="consplusnonformat"/>
    <w:basedOn w:val="Normal"/>
    <w:uiPriority w:val="99"/>
    <w:rsid w:val="005C5FA2"/>
    <w:pPr>
      <w:spacing w:before="100" w:beforeAutospacing="1" w:after="100" w:afterAutospacing="1"/>
    </w:pPr>
  </w:style>
  <w:style w:type="paragraph" w:customStyle="1" w:styleId="nospacing1">
    <w:name w:val="nospacing1"/>
    <w:basedOn w:val="Normal"/>
    <w:uiPriority w:val="99"/>
    <w:rsid w:val="005C5FA2"/>
    <w:pPr>
      <w:spacing w:before="100" w:beforeAutospacing="1" w:after="100" w:afterAutospacing="1"/>
    </w:pPr>
  </w:style>
  <w:style w:type="paragraph" w:customStyle="1" w:styleId="bodytext21">
    <w:name w:val="bodytext21"/>
    <w:basedOn w:val="Normal"/>
    <w:uiPriority w:val="99"/>
    <w:rsid w:val="005C5FA2"/>
    <w:pPr>
      <w:spacing w:before="100" w:beforeAutospacing="1" w:after="100" w:afterAutospacing="1"/>
    </w:pPr>
  </w:style>
  <w:style w:type="paragraph" w:customStyle="1" w:styleId="a0">
    <w:name w:val="a0"/>
    <w:basedOn w:val="Normal"/>
    <w:uiPriority w:val="99"/>
    <w:rsid w:val="005C5FA2"/>
    <w:pPr>
      <w:spacing w:before="100" w:beforeAutospacing="1" w:after="100" w:afterAutospacing="1"/>
    </w:pPr>
  </w:style>
  <w:style w:type="paragraph" w:customStyle="1" w:styleId="a1">
    <w:name w:val="a1"/>
    <w:basedOn w:val="Normal"/>
    <w:uiPriority w:val="99"/>
    <w:rsid w:val="005C5FA2"/>
    <w:pPr>
      <w:spacing w:before="100" w:beforeAutospacing="1" w:after="100" w:afterAutospacing="1"/>
    </w:pPr>
  </w:style>
  <w:style w:type="paragraph" w:customStyle="1" w:styleId="a1cxspmiddle">
    <w:name w:val="a1cxspmiddle"/>
    <w:basedOn w:val="Normal"/>
    <w:uiPriority w:val="99"/>
    <w:rsid w:val="005C5FA2"/>
    <w:pPr>
      <w:spacing w:before="100" w:beforeAutospacing="1" w:after="100" w:afterAutospacing="1"/>
    </w:pPr>
  </w:style>
  <w:style w:type="paragraph" w:customStyle="1" w:styleId="a1cxsplast">
    <w:name w:val="a1cxsplast"/>
    <w:basedOn w:val="Normal"/>
    <w:uiPriority w:val="99"/>
    <w:rsid w:val="005C5F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24</Pages>
  <Words>6991</Words>
  <Characters>-32766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Loner-XP</cp:lastModifiedBy>
  <cp:revision>6</cp:revision>
  <dcterms:created xsi:type="dcterms:W3CDTF">2014-10-29T07:12:00Z</dcterms:created>
  <dcterms:modified xsi:type="dcterms:W3CDTF">2014-10-30T12:11:00Z</dcterms:modified>
</cp:coreProperties>
</file>